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D21" w:rsidRDefault="003E6D21" w:rsidP="00434D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14DED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ДМИНИСТРАЦИЯ ГОРОДА БЕЛОКУРИХА</w:t>
      </w:r>
    </w:p>
    <w:p w:rsidR="003E6D21" w:rsidRDefault="003E6D21" w:rsidP="00434D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АЛТАЙСКОГО КРАЯ</w:t>
      </w:r>
    </w:p>
    <w:p w:rsidR="003E6D21" w:rsidRDefault="003E6D21" w:rsidP="00434D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E6D21" w:rsidRDefault="003E6D21" w:rsidP="00434DE7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3E6D21" w:rsidRDefault="003E6D21" w:rsidP="00FD58B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18.12.2012 № 1926                                                                                г. Белокуриха</w:t>
      </w:r>
    </w:p>
    <w:p w:rsidR="003E6D21" w:rsidRDefault="003E6D21" w:rsidP="00514DED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4644"/>
        <w:gridCol w:w="4927"/>
      </w:tblGrid>
      <w:tr w:rsidR="003E6D21" w:rsidRPr="001A66FC" w:rsidTr="001A66FC">
        <w:tc>
          <w:tcPr>
            <w:tcW w:w="4644" w:type="dxa"/>
          </w:tcPr>
          <w:p w:rsidR="003E6D21" w:rsidRPr="001A66FC" w:rsidRDefault="003E6D21" w:rsidP="00FD58B8">
            <w:pPr>
              <w:tabs>
                <w:tab w:val="left" w:pos="9356"/>
              </w:tabs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66FC">
              <w:rPr>
                <w:rFonts w:ascii="Times New Roman" w:hAnsi="Times New Roman"/>
                <w:sz w:val="28"/>
                <w:szCs w:val="28"/>
              </w:rPr>
              <w:t>Об утверждении отчета об исполнении городского бюджета за  9 месяцев 2012 года</w:t>
            </w:r>
          </w:p>
        </w:tc>
        <w:tc>
          <w:tcPr>
            <w:tcW w:w="4927" w:type="dxa"/>
          </w:tcPr>
          <w:p w:rsidR="003E6D21" w:rsidRPr="001A66FC" w:rsidRDefault="003E6D21" w:rsidP="001A66FC">
            <w:pPr>
              <w:tabs>
                <w:tab w:val="left" w:pos="9356"/>
              </w:tabs>
              <w:spacing w:after="0" w:line="240" w:lineRule="exact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E6D21" w:rsidRDefault="003E6D21" w:rsidP="00AA2A8A">
      <w:pPr>
        <w:tabs>
          <w:tab w:val="left" w:pos="9356"/>
        </w:tabs>
        <w:spacing w:line="240" w:lineRule="exact"/>
        <w:ind w:right="-1" w:firstLine="851"/>
        <w:jc w:val="both"/>
        <w:rPr>
          <w:rFonts w:ascii="Times New Roman" w:hAnsi="Times New Roman"/>
          <w:sz w:val="28"/>
          <w:szCs w:val="28"/>
        </w:rPr>
      </w:pPr>
    </w:p>
    <w:p w:rsidR="003E6D21" w:rsidRDefault="003E6D21" w:rsidP="00E456F7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п. 5 ст. 55 Положения «О бюджетном устройстве, бюджетном процессе и финансовом контроле в муниципальном образовании город Белокуриха», утвержденного решением Белокурихинского городского Совета депутатов Алтайского края от 28.12.2007 № 123, руководствуясь ч. ч. 7, 9 ст. 46, ст. 49 Устава муниципального образования город  Белокуриха  Алтайского края,</w:t>
      </w:r>
    </w:p>
    <w:p w:rsidR="003E6D21" w:rsidRDefault="003E6D21" w:rsidP="00E456F7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3E6D21" w:rsidRDefault="003E6D21" w:rsidP="00E456F7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отчет об исполнении городского бюджета за 9 месяцев 2012 года согласно Приложению.</w:t>
      </w:r>
    </w:p>
    <w:p w:rsidR="003E6D21" w:rsidRDefault="003E6D21" w:rsidP="00E456F7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Контроль исполнения настоящего постановления возложить на председателя комитета по финансам, налоговой и кредитной политике администрации города Белокурихи  Е.Д. Зибзеева. </w:t>
      </w:r>
    </w:p>
    <w:p w:rsidR="003E6D21" w:rsidRDefault="003E6D21" w:rsidP="007E29A0">
      <w:pPr>
        <w:tabs>
          <w:tab w:val="left" w:pos="93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E6D21" w:rsidRDefault="003E6D21" w:rsidP="007E29A0">
      <w:pPr>
        <w:tabs>
          <w:tab w:val="left" w:pos="93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E6D21" w:rsidRDefault="003E6D21" w:rsidP="009C78D9">
      <w:pPr>
        <w:tabs>
          <w:tab w:val="left" w:pos="0"/>
          <w:tab w:val="left" w:pos="93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Первый заместитель </w:t>
      </w:r>
    </w:p>
    <w:p w:rsidR="003E6D21" w:rsidRDefault="003E6D21" w:rsidP="009C78D9">
      <w:pPr>
        <w:tabs>
          <w:tab w:val="left" w:pos="0"/>
          <w:tab w:val="left" w:pos="93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главы администрации </w:t>
      </w:r>
    </w:p>
    <w:p w:rsidR="003E6D21" w:rsidRDefault="003E6D21" w:rsidP="009C78D9">
      <w:pPr>
        <w:tabs>
          <w:tab w:val="left" w:pos="0"/>
          <w:tab w:val="left" w:pos="93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общим вопросам                                                                                   А.В.Киунов</w:t>
      </w:r>
    </w:p>
    <w:sectPr w:rsidR="003E6D21" w:rsidSect="00067B8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4DED"/>
    <w:rsid w:val="00067B85"/>
    <w:rsid w:val="00071FE3"/>
    <w:rsid w:val="000E0F73"/>
    <w:rsid w:val="00117544"/>
    <w:rsid w:val="00126A6C"/>
    <w:rsid w:val="00130110"/>
    <w:rsid w:val="00154F01"/>
    <w:rsid w:val="001A66FC"/>
    <w:rsid w:val="001B0B28"/>
    <w:rsid w:val="001B7F5D"/>
    <w:rsid w:val="002E21DB"/>
    <w:rsid w:val="00304395"/>
    <w:rsid w:val="003E6D21"/>
    <w:rsid w:val="004228F7"/>
    <w:rsid w:val="00434DE7"/>
    <w:rsid w:val="00457112"/>
    <w:rsid w:val="00462A09"/>
    <w:rsid w:val="00464D02"/>
    <w:rsid w:val="004723D2"/>
    <w:rsid w:val="00483627"/>
    <w:rsid w:val="00485151"/>
    <w:rsid w:val="004D6116"/>
    <w:rsid w:val="00514DED"/>
    <w:rsid w:val="00534795"/>
    <w:rsid w:val="005B116F"/>
    <w:rsid w:val="00665E72"/>
    <w:rsid w:val="00677435"/>
    <w:rsid w:val="006957C5"/>
    <w:rsid w:val="006A55CF"/>
    <w:rsid w:val="007423FC"/>
    <w:rsid w:val="0077718F"/>
    <w:rsid w:val="007E29A0"/>
    <w:rsid w:val="00840F45"/>
    <w:rsid w:val="00862511"/>
    <w:rsid w:val="00893894"/>
    <w:rsid w:val="00894188"/>
    <w:rsid w:val="008A3DF6"/>
    <w:rsid w:val="00907898"/>
    <w:rsid w:val="0095267B"/>
    <w:rsid w:val="00990D1C"/>
    <w:rsid w:val="009C78D9"/>
    <w:rsid w:val="009E2B9B"/>
    <w:rsid w:val="00A16792"/>
    <w:rsid w:val="00A35DD0"/>
    <w:rsid w:val="00A62434"/>
    <w:rsid w:val="00A738BD"/>
    <w:rsid w:val="00A906EC"/>
    <w:rsid w:val="00AA06EA"/>
    <w:rsid w:val="00AA2A8A"/>
    <w:rsid w:val="00AA4E55"/>
    <w:rsid w:val="00AB1472"/>
    <w:rsid w:val="00AB5F05"/>
    <w:rsid w:val="00AD774B"/>
    <w:rsid w:val="00B13C36"/>
    <w:rsid w:val="00C9607A"/>
    <w:rsid w:val="00CF31D6"/>
    <w:rsid w:val="00D02999"/>
    <w:rsid w:val="00D111D9"/>
    <w:rsid w:val="00D3784C"/>
    <w:rsid w:val="00D62B08"/>
    <w:rsid w:val="00D6384D"/>
    <w:rsid w:val="00DA1F89"/>
    <w:rsid w:val="00DE3224"/>
    <w:rsid w:val="00E1332B"/>
    <w:rsid w:val="00E456F7"/>
    <w:rsid w:val="00E80731"/>
    <w:rsid w:val="00E91FF2"/>
    <w:rsid w:val="00F66CEC"/>
    <w:rsid w:val="00FD5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79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34DE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</TotalTime>
  <Pages>1</Pages>
  <Words>158</Words>
  <Characters>906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Киунова</dc:creator>
  <cp:keywords/>
  <dc:description/>
  <cp:lastModifiedBy>Admin</cp:lastModifiedBy>
  <cp:revision>17</cp:revision>
  <cp:lastPrinted>2012-12-17T08:49:00Z</cp:lastPrinted>
  <dcterms:created xsi:type="dcterms:W3CDTF">2011-05-11T10:36:00Z</dcterms:created>
  <dcterms:modified xsi:type="dcterms:W3CDTF">2012-12-19T08:46:00Z</dcterms:modified>
</cp:coreProperties>
</file>