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5E" w:rsidRPr="00F643B1" w:rsidRDefault="0000345E" w:rsidP="002C2463">
      <w:pPr>
        <w:jc w:val="center"/>
        <w:rPr>
          <w:sz w:val="28"/>
        </w:rPr>
      </w:pPr>
      <w:r>
        <w:rPr>
          <w:sz w:val="28"/>
        </w:rPr>
        <w:t>АДМИНИСТРАЦИЯ ГОРОДА БЕЛОКУРИХА</w:t>
      </w:r>
    </w:p>
    <w:p w:rsidR="0000345E" w:rsidRPr="00F643B1" w:rsidRDefault="0000345E" w:rsidP="002C2463">
      <w:pPr>
        <w:jc w:val="center"/>
        <w:rPr>
          <w:sz w:val="28"/>
        </w:rPr>
      </w:pPr>
      <w:r w:rsidRPr="00F643B1">
        <w:rPr>
          <w:sz w:val="28"/>
        </w:rPr>
        <w:t>АЛТАЙСКОГО КРАЯ</w:t>
      </w:r>
    </w:p>
    <w:p w:rsidR="0000345E" w:rsidRPr="00F643B1" w:rsidRDefault="0000345E" w:rsidP="002C2463">
      <w:pPr>
        <w:jc w:val="center"/>
        <w:rPr>
          <w:sz w:val="28"/>
        </w:rPr>
      </w:pPr>
    </w:p>
    <w:p w:rsidR="0000345E" w:rsidRPr="00F643B1" w:rsidRDefault="0000345E" w:rsidP="002C2463">
      <w:pPr>
        <w:jc w:val="center"/>
        <w:rPr>
          <w:sz w:val="28"/>
        </w:rPr>
      </w:pPr>
      <w:r w:rsidRPr="00F643B1">
        <w:rPr>
          <w:sz w:val="28"/>
        </w:rPr>
        <w:t>ПОСТАНОВЛЕНИЕ</w:t>
      </w:r>
    </w:p>
    <w:p w:rsidR="0000345E" w:rsidRPr="00F643B1" w:rsidRDefault="0000345E" w:rsidP="002C2463">
      <w:pPr>
        <w:jc w:val="center"/>
        <w:rPr>
          <w:sz w:val="28"/>
        </w:rPr>
      </w:pPr>
    </w:p>
    <w:p w:rsidR="0000345E" w:rsidRPr="00F643B1" w:rsidRDefault="0000345E" w:rsidP="002C2463">
      <w:pPr>
        <w:jc w:val="both"/>
        <w:rPr>
          <w:sz w:val="28"/>
        </w:rPr>
      </w:pPr>
      <w:r>
        <w:rPr>
          <w:sz w:val="28"/>
        </w:rPr>
        <w:t>04.10.</w:t>
      </w:r>
      <w:r w:rsidRPr="00F643B1">
        <w:rPr>
          <w:sz w:val="28"/>
        </w:rPr>
        <w:t>2011 №</w:t>
      </w:r>
      <w:r>
        <w:rPr>
          <w:sz w:val="28"/>
        </w:rPr>
        <w:t xml:space="preserve"> 1152</w:t>
      </w:r>
      <w:r w:rsidRPr="00F643B1">
        <w:rPr>
          <w:sz w:val="28"/>
        </w:rPr>
        <w:t xml:space="preserve">                                        </w:t>
      </w:r>
      <w:r>
        <w:rPr>
          <w:sz w:val="28"/>
        </w:rPr>
        <w:tab/>
        <w:t xml:space="preserve">   </w:t>
      </w:r>
      <w:r w:rsidRPr="00F643B1">
        <w:rPr>
          <w:sz w:val="28"/>
        </w:rPr>
        <w:t xml:space="preserve">                              г. Белокуриха</w:t>
      </w:r>
    </w:p>
    <w:p w:rsidR="0000345E" w:rsidRPr="00F643B1" w:rsidRDefault="0000345E" w:rsidP="002C2463">
      <w:pPr>
        <w:rPr>
          <w:sz w:val="28"/>
        </w:rPr>
      </w:pPr>
    </w:p>
    <w:p w:rsidR="0000345E" w:rsidRPr="00F643B1" w:rsidRDefault="0000345E" w:rsidP="002C4117">
      <w:pPr>
        <w:shd w:val="clear" w:color="auto" w:fill="FFFFFF"/>
        <w:tabs>
          <w:tab w:val="left" w:pos="4140"/>
          <w:tab w:val="left" w:pos="4253"/>
          <w:tab w:val="left" w:pos="4536"/>
        </w:tabs>
        <w:spacing w:line="240" w:lineRule="exact"/>
        <w:ind w:right="5103"/>
        <w:jc w:val="both"/>
        <w:rPr>
          <w:color w:val="000000"/>
          <w:spacing w:val="8"/>
          <w:sz w:val="28"/>
          <w:szCs w:val="28"/>
        </w:rPr>
      </w:pPr>
      <w:r w:rsidRPr="00F643B1">
        <w:rPr>
          <w:color w:val="000000"/>
          <w:spacing w:val="8"/>
          <w:sz w:val="28"/>
        </w:rPr>
        <w:t>Об утверждении отчета об</w:t>
      </w:r>
      <w:r>
        <w:rPr>
          <w:color w:val="000000"/>
          <w:spacing w:val="8"/>
          <w:sz w:val="28"/>
        </w:rPr>
        <w:t xml:space="preserve"> </w:t>
      </w:r>
      <w:r w:rsidRPr="00F643B1">
        <w:rPr>
          <w:color w:val="000000"/>
          <w:spacing w:val="8"/>
          <w:sz w:val="28"/>
        </w:rPr>
        <w:t xml:space="preserve">исполнении городского </w:t>
      </w:r>
      <w:r>
        <w:rPr>
          <w:color w:val="000000"/>
          <w:spacing w:val="8"/>
          <w:sz w:val="28"/>
        </w:rPr>
        <w:t xml:space="preserve">бюджета </w:t>
      </w:r>
      <w:r w:rsidRPr="00F643B1">
        <w:rPr>
          <w:color w:val="000000"/>
          <w:spacing w:val="8"/>
          <w:sz w:val="28"/>
        </w:rPr>
        <w:t xml:space="preserve">за </w:t>
      </w:r>
      <w:r>
        <w:rPr>
          <w:color w:val="000000"/>
          <w:spacing w:val="8"/>
          <w:sz w:val="28"/>
        </w:rPr>
        <w:t>первое</w:t>
      </w:r>
      <w:r w:rsidRPr="00F643B1">
        <w:rPr>
          <w:sz w:val="28"/>
          <w:szCs w:val="28"/>
        </w:rPr>
        <w:t xml:space="preserve"> полугодие </w:t>
      </w:r>
      <w:r w:rsidRPr="00F643B1">
        <w:rPr>
          <w:color w:val="000000"/>
          <w:spacing w:val="8"/>
          <w:sz w:val="28"/>
          <w:szCs w:val="28"/>
        </w:rPr>
        <w:t>2011 года</w:t>
      </w:r>
    </w:p>
    <w:p w:rsidR="0000345E" w:rsidRPr="00F643B1" w:rsidRDefault="0000345E" w:rsidP="002C2463">
      <w:pPr>
        <w:shd w:val="clear" w:color="auto" w:fill="FFFFFF"/>
        <w:spacing w:line="326" w:lineRule="exact"/>
        <w:ind w:left="-360" w:right="338"/>
        <w:jc w:val="both"/>
        <w:rPr>
          <w:color w:val="000000"/>
          <w:spacing w:val="2"/>
          <w:sz w:val="28"/>
        </w:rPr>
      </w:pPr>
    </w:p>
    <w:p w:rsidR="0000345E" w:rsidRPr="00F643B1" w:rsidRDefault="0000345E" w:rsidP="00E530EA">
      <w:pPr>
        <w:jc w:val="both"/>
        <w:rPr>
          <w:sz w:val="28"/>
        </w:rPr>
      </w:pPr>
      <w:r w:rsidRPr="00F643B1">
        <w:rPr>
          <w:sz w:val="28"/>
        </w:rPr>
        <w:t xml:space="preserve">         В соответствии с п. 5 ст. 55 Положения «О бюджетном устройстве, бюджетном процессе и финансовом контроле в муниципальном образовании город Белокуриха», утвержденного решением Белокурихинского городского совета депутатов от 28.12.2007 </w:t>
      </w:r>
      <w:r>
        <w:rPr>
          <w:sz w:val="28"/>
        </w:rPr>
        <w:t>№</w:t>
      </w:r>
      <w:r w:rsidRPr="00F643B1">
        <w:rPr>
          <w:sz w:val="28"/>
        </w:rPr>
        <w:t>123, руководствуясь ст.ст.</w:t>
      </w:r>
      <w:r>
        <w:rPr>
          <w:sz w:val="28"/>
        </w:rPr>
        <w:t xml:space="preserve"> 44,</w:t>
      </w:r>
      <w:r w:rsidRPr="00F643B1">
        <w:rPr>
          <w:sz w:val="28"/>
        </w:rPr>
        <w:t xml:space="preserve"> 46, 80 Устава муниципального образования город Белокуриха Алтайского края,</w:t>
      </w:r>
      <w:r>
        <w:rPr>
          <w:sz w:val="28"/>
        </w:rPr>
        <w:t xml:space="preserve"> ч. 5 ст. 246.2 Бюджетного Кодекса Российской Федерации,</w:t>
      </w:r>
    </w:p>
    <w:p w:rsidR="0000345E" w:rsidRPr="00F643B1" w:rsidRDefault="0000345E" w:rsidP="00E530EA">
      <w:pPr>
        <w:jc w:val="both"/>
        <w:rPr>
          <w:sz w:val="28"/>
        </w:rPr>
      </w:pPr>
      <w:r w:rsidRPr="00F643B1">
        <w:rPr>
          <w:sz w:val="28"/>
        </w:rPr>
        <w:t xml:space="preserve">          ПОСТАНОВЛЯЮ:</w:t>
      </w:r>
    </w:p>
    <w:p w:rsidR="0000345E" w:rsidRDefault="0000345E" w:rsidP="00E530EA">
      <w:pPr>
        <w:jc w:val="both"/>
        <w:rPr>
          <w:sz w:val="28"/>
        </w:rPr>
      </w:pPr>
      <w:r w:rsidRPr="00F643B1">
        <w:rPr>
          <w:sz w:val="28"/>
        </w:rPr>
        <w:t xml:space="preserve">         1. Утвердить отчет об исполнении городского бюджета </w:t>
      </w:r>
      <w:r w:rsidRPr="00F643B1">
        <w:rPr>
          <w:color w:val="000000"/>
          <w:spacing w:val="8"/>
          <w:sz w:val="28"/>
        </w:rPr>
        <w:t xml:space="preserve">за </w:t>
      </w:r>
      <w:r w:rsidRPr="00F643B1">
        <w:rPr>
          <w:sz w:val="28"/>
          <w:szCs w:val="28"/>
          <w:lang w:val="en-US"/>
        </w:rPr>
        <w:t>I</w:t>
      </w:r>
      <w:r w:rsidRPr="00F643B1">
        <w:rPr>
          <w:sz w:val="28"/>
          <w:szCs w:val="28"/>
        </w:rPr>
        <w:t xml:space="preserve"> полугодие </w:t>
      </w:r>
      <w:r w:rsidRPr="00F643B1">
        <w:rPr>
          <w:color w:val="000000"/>
          <w:spacing w:val="8"/>
          <w:sz w:val="28"/>
          <w:szCs w:val="28"/>
        </w:rPr>
        <w:t>2011 года</w:t>
      </w:r>
      <w:r w:rsidRPr="00F643B1">
        <w:rPr>
          <w:sz w:val="28"/>
        </w:rPr>
        <w:t xml:space="preserve">  (Приложени</w:t>
      </w:r>
      <w:r>
        <w:rPr>
          <w:sz w:val="28"/>
        </w:rPr>
        <w:t>я</w:t>
      </w:r>
      <w:r w:rsidRPr="00F643B1">
        <w:rPr>
          <w:sz w:val="28"/>
        </w:rPr>
        <w:t xml:space="preserve"> </w:t>
      </w:r>
      <w:r>
        <w:rPr>
          <w:sz w:val="28"/>
        </w:rPr>
        <w:t>№№</w:t>
      </w:r>
      <w:r w:rsidRPr="00F643B1">
        <w:rPr>
          <w:sz w:val="28"/>
        </w:rPr>
        <w:t xml:space="preserve"> 1</w:t>
      </w:r>
      <w:r>
        <w:rPr>
          <w:sz w:val="28"/>
        </w:rPr>
        <w:t>-10</w:t>
      </w:r>
      <w:r w:rsidRPr="00F643B1">
        <w:rPr>
          <w:sz w:val="28"/>
        </w:rPr>
        <w:t>).</w:t>
      </w:r>
    </w:p>
    <w:p w:rsidR="0000345E" w:rsidRPr="00F643B1" w:rsidRDefault="0000345E" w:rsidP="00E530EA">
      <w:pPr>
        <w:jc w:val="both"/>
        <w:rPr>
          <w:sz w:val="28"/>
        </w:rPr>
      </w:pPr>
      <w:r>
        <w:rPr>
          <w:sz w:val="28"/>
        </w:rPr>
        <w:t xml:space="preserve">         2.  Отчет за </w:t>
      </w:r>
      <w:r w:rsidRPr="00F643B1">
        <w:rPr>
          <w:sz w:val="28"/>
          <w:szCs w:val="28"/>
          <w:lang w:val="en-US"/>
        </w:rPr>
        <w:t>I</w:t>
      </w:r>
      <w:r>
        <w:rPr>
          <w:sz w:val="28"/>
        </w:rPr>
        <w:t xml:space="preserve">  полугодие 2011 года направить в городской Совет депутатов и Контрольно-счетную палату города Белокурихи.</w:t>
      </w:r>
    </w:p>
    <w:p w:rsidR="0000345E" w:rsidRPr="00F643B1" w:rsidRDefault="0000345E" w:rsidP="00E530EA">
      <w:pPr>
        <w:jc w:val="both"/>
        <w:rPr>
          <w:sz w:val="28"/>
        </w:rPr>
      </w:pPr>
      <w:r w:rsidRPr="00F643B1">
        <w:rPr>
          <w:sz w:val="28"/>
        </w:rPr>
        <w:t xml:space="preserve">         </w:t>
      </w:r>
      <w:r>
        <w:rPr>
          <w:sz w:val="28"/>
        </w:rPr>
        <w:t>3</w:t>
      </w:r>
      <w:r w:rsidRPr="00F643B1">
        <w:rPr>
          <w:sz w:val="28"/>
        </w:rPr>
        <w:t>. Контроль исполнения постановления возложить на председателя комитета по финансам, налоговой и кредитной политике администрации города Белокурихи (Е.Д. Зибзеев).</w:t>
      </w:r>
    </w:p>
    <w:p w:rsidR="0000345E" w:rsidRPr="00F643B1" w:rsidRDefault="0000345E" w:rsidP="00E530EA">
      <w:pPr>
        <w:jc w:val="both"/>
        <w:rPr>
          <w:sz w:val="28"/>
        </w:rPr>
      </w:pPr>
    </w:p>
    <w:p w:rsidR="0000345E" w:rsidRPr="00F643B1" w:rsidRDefault="0000345E" w:rsidP="00E530EA">
      <w:pPr>
        <w:jc w:val="both"/>
        <w:rPr>
          <w:sz w:val="28"/>
        </w:rPr>
      </w:pPr>
    </w:p>
    <w:p w:rsidR="0000345E" w:rsidRPr="00F643B1" w:rsidRDefault="0000345E" w:rsidP="002C4117">
      <w:pPr>
        <w:tabs>
          <w:tab w:val="left" w:pos="709"/>
        </w:tabs>
        <w:jc w:val="both"/>
        <w:rPr>
          <w:sz w:val="28"/>
        </w:rPr>
      </w:pPr>
      <w:r w:rsidRPr="00F643B1">
        <w:rPr>
          <w:sz w:val="28"/>
        </w:rPr>
        <w:t>Глава города                                                                                         А.Ф. Каменев</w:t>
      </w: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2C2463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45E" w:rsidRPr="00F643B1" w:rsidRDefault="0000345E" w:rsidP="00030EE6">
      <w:pPr>
        <w:pStyle w:val="Title"/>
        <w:ind w:left="4956" w:firstLine="708"/>
        <w:jc w:val="right"/>
      </w:pPr>
    </w:p>
    <w:p w:rsidR="0000345E" w:rsidRDefault="0000345E" w:rsidP="00030EE6">
      <w:pPr>
        <w:pStyle w:val="Title"/>
        <w:ind w:left="4956" w:firstLine="708"/>
        <w:jc w:val="right"/>
        <w:sectPr w:rsidR="0000345E" w:rsidSect="003551E0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1134" w:left="1701" w:header="720" w:footer="720" w:gutter="0"/>
          <w:pgNumType w:start="1"/>
          <w:cols w:space="720"/>
          <w:titlePg/>
          <w:docGrid w:linePitch="272"/>
        </w:sectPr>
      </w:pPr>
    </w:p>
    <w:p w:rsidR="0000345E" w:rsidRPr="00306718" w:rsidRDefault="0000345E" w:rsidP="001C3F2D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>Приложение №1</w:t>
      </w:r>
    </w:p>
    <w:p w:rsidR="0000345E" w:rsidRPr="00306718" w:rsidRDefault="0000345E" w:rsidP="001C3F2D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к отчету об исполнении городского бюджета </w:t>
      </w:r>
    </w:p>
    <w:p w:rsidR="0000345E" w:rsidRPr="00306718" w:rsidRDefault="0000345E" w:rsidP="001C3F2D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за 1 полугодие 2011 года  </w:t>
      </w:r>
    </w:p>
    <w:p w:rsidR="0000345E" w:rsidRPr="00306718" w:rsidRDefault="0000345E" w:rsidP="00030EE6">
      <w:pPr>
        <w:jc w:val="center"/>
        <w:rPr>
          <w:sz w:val="28"/>
          <w:szCs w:val="28"/>
        </w:rPr>
      </w:pPr>
    </w:p>
    <w:p w:rsidR="0000345E" w:rsidRPr="00306718" w:rsidRDefault="0000345E" w:rsidP="00030EE6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 xml:space="preserve">Источники внутреннего финансирования </w:t>
      </w:r>
    </w:p>
    <w:p w:rsidR="0000345E" w:rsidRPr="00306718" w:rsidRDefault="0000345E" w:rsidP="00030EE6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дефицита городского бюджета  за 1 полугодие 2011 года</w:t>
      </w:r>
    </w:p>
    <w:p w:rsidR="0000345E" w:rsidRPr="00306718" w:rsidRDefault="0000345E" w:rsidP="00030EE6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394"/>
        <w:gridCol w:w="2126"/>
      </w:tblGrid>
      <w:tr w:rsidR="0000345E" w:rsidRPr="00306718" w:rsidTr="005038C9">
        <w:tc>
          <w:tcPr>
            <w:tcW w:w="3119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394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26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Сумма</w:t>
            </w:r>
          </w:p>
        </w:tc>
      </w:tr>
      <w:tr w:rsidR="0000345E" w:rsidRPr="00306718" w:rsidTr="005038C9">
        <w:tc>
          <w:tcPr>
            <w:tcW w:w="3119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00345E" w:rsidRPr="00306718" w:rsidTr="005038C9">
        <w:tc>
          <w:tcPr>
            <w:tcW w:w="3119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126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18364,7</w:t>
            </w:r>
          </w:p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</w:p>
        </w:tc>
      </w:tr>
      <w:tr w:rsidR="0000345E" w:rsidRPr="00306718" w:rsidTr="005038C9">
        <w:tc>
          <w:tcPr>
            <w:tcW w:w="3119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01 06 05 00 00 0000 600</w:t>
            </w:r>
          </w:p>
        </w:tc>
        <w:tc>
          <w:tcPr>
            <w:tcW w:w="4394" w:type="dxa"/>
          </w:tcPr>
          <w:p w:rsidR="0000345E" w:rsidRPr="00306718" w:rsidRDefault="0000345E" w:rsidP="005038C9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</w:tcPr>
          <w:p w:rsidR="0000345E" w:rsidRPr="00306718" w:rsidRDefault="0000345E" w:rsidP="00CD137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6,8</w:t>
            </w:r>
          </w:p>
        </w:tc>
      </w:tr>
      <w:tr w:rsidR="0000345E" w:rsidRPr="00306718" w:rsidTr="005038C9">
        <w:tc>
          <w:tcPr>
            <w:tcW w:w="3119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01 06 05 01 04 0000 640</w:t>
            </w:r>
          </w:p>
        </w:tc>
        <w:tc>
          <w:tcPr>
            <w:tcW w:w="4394" w:type="dxa"/>
          </w:tcPr>
          <w:p w:rsidR="0000345E" w:rsidRPr="00306718" w:rsidRDefault="0000345E" w:rsidP="005038C9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126" w:type="dxa"/>
          </w:tcPr>
          <w:p w:rsidR="0000345E" w:rsidRPr="00306718" w:rsidRDefault="0000345E" w:rsidP="00CD137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6,8</w:t>
            </w:r>
          </w:p>
        </w:tc>
      </w:tr>
      <w:tr w:rsidR="0000345E" w:rsidRPr="00306718" w:rsidTr="005038C9">
        <w:tc>
          <w:tcPr>
            <w:tcW w:w="3119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01 05 00 00 00 0000 000 </w:t>
            </w:r>
          </w:p>
        </w:tc>
        <w:tc>
          <w:tcPr>
            <w:tcW w:w="4394" w:type="dxa"/>
          </w:tcPr>
          <w:p w:rsidR="0000345E" w:rsidRPr="00306718" w:rsidRDefault="0000345E" w:rsidP="005038C9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</w:tcPr>
          <w:p w:rsidR="0000345E" w:rsidRPr="00306718" w:rsidRDefault="0000345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-18371,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00345E" w:rsidRPr="00306718" w:rsidRDefault="0000345E" w:rsidP="00030EE6">
      <w:pPr>
        <w:rPr>
          <w:sz w:val="28"/>
          <w:szCs w:val="28"/>
        </w:rPr>
      </w:pPr>
    </w:p>
    <w:p w:rsidR="0000345E" w:rsidRPr="00306718" w:rsidRDefault="0000345E">
      <w:pPr>
        <w:rPr>
          <w:sz w:val="28"/>
          <w:szCs w:val="28"/>
        </w:rPr>
      </w:pPr>
    </w:p>
    <w:p w:rsidR="0000345E" w:rsidRPr="00306718" w:rsidRDefault="0000345E">
      <w:pPr>
        <w:rPr>
          <w:sz w:val="28"/>
          <w:szCs w:val="28"/>
        </w:rPr>
      </w:pPr>
    </w:p>
    <w:p w:rsidR="0000345E" w:rsidRPr="00306718" w:rsidRDefault="0000345E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00345E" w:rsidRPr="00306718" w:rsidRDefault="0000345E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00345E" w:rsidRPr="00306718" w:rsidRDefault="0000345E" w:rsidP="009C7922">
      <w:pPr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                                        Е.Д.Зибзеев                                 </w:t>
      </w:r>
    </w:p>
    <w:p w:rsidR="0000345E" w:rsidRPr="00306718" w:rsidRDefault="0000345E" w:rsidP="00030EE6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 </w:t>
      </w: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Pr="00306718" w:rsidRDefault="0000345E" w:rsidP="00030EE6">
      <w:pPr>
        <w:jc w:val="right"/>
        <w:rPr>
          <w:sz w:val="28"/>
          <w:szCs w:val="28"/>
        </w:rPr>
      </w:pPr>
    </w:p>
    <w:p w:rsidR="0000345E" w:rsidRDefault="0000345E" w:rsidP="00030EE6">
      <w:pPr>
        <w:jc w:val="right"/>
        <w:rPr>
          <w:sz w:val="28"/>
          <w:szCs w:val="28"/>
        </w:rPr>
      </w:pPr>
    </w:p>
    <w:p w:rsidR="0000345E" w:rsidRDefault="0000345E" w:rsidP="00030EE6">
      <w:pPr>
        <w:jc w:val="right"/>
        <w:rPr>
          <w:sz w:val="28"/>
          <w:szCs w:val="28"/>
        </w:rPr>
      </w:pPr>
    </w:p>
    <w:p w:rsidR="0000345E" w:rsidRDefault="0000345E" w:rsidP="001A65A2">
      <w:pPr>
        <w:pStyle w:val="Title"/>
        <w:ind w:left="4956" w:firstLine="708"/>
        <w:jc w:val="right"/>
      </w:pPr>
    </w:p>
    <w:p w:rsidR="0000345E" w:rsidRDefault="0000345E" w:rsidP="001A65A2">
      <w:pPr>
        <w:pStyle w:val="Title"/>
        <w:ind w:left="4956" w:firstLine="708"/>
        <w:jc w:val="right"/>
      </w:pPr>
    </w:p>
    <w:sectPr w:rsidR="0000345E" w:rsidSect="00604E1B"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45E" w:rsidRDefault="0000345E" w:rsidP="00F7795E">
      <w:r>
        <w:separator/>
      </w:r>
    </w:p>
  </w:endnote>
  <w:endnote w:type="continuationSeparator" w:id="1">
    <w:p w:rsidR="0000345E" w:rsidRDefault="0000345E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5E" w:rsidRDefault="000034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45E" w:rsidRDefault="000034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5E" w:rsidRDefault="0000345E">
    <w:pPr>
      <w:pStyle w:val="Footer"/>
      <w:framePr w:wrap="around" w:vAnchor="text" w:hAnchor="margin" w:xAlign="right" w:y="1"/>
      <w:rPr>
        <w:rStyle w:val="PageNumber"/>
      </w:rPr>
    </w:pPr>
  </w:p>
  <w:p w:rsidR="0000345E" w:rsidRDefault="0000345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45E" w:rsidRDefault="0000345E" w:rsidP="00F7795E">
      <w:r>
        <w:separator/>
      </w:r>
    </w:p>
  </w:footnote>
  <w:footnote w:type="continuationSeparator" w:id="1">
    <w:p w:rsidR="0000345E" w:rsidRDefault="0000345E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5E" w:rsidRDefault="0000345E" w:rsidP="005038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45E" w:rsidRDefault="0000345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5E" w:rsidRDefault="0000345E">
    <w:pPr>
      <w:pStyle w:val="Header"/>
      <w:jc w:val="center"/>
    </w:pPr>
  </w:p>
  <w:p w:rsidR="0000345E" w:rsidRDefault="0000345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cs="Times New Roman"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  <w:rPr>
        <w:rFonts w:cs="Times New Roman"/>
      </w:r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E6"/>
    <w:rsid w:val="0000345E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762"/>
    <w:rsid w:val="000703A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35DC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90222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63026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4E1B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922"/>
    <w:rsid w:val="009C7B85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5613D"/>
    <w:rsid w:val="00B740E7"/>
    <w:rsid w:val="00B7501E"/>
    <w:rsid w:val="00B7573F"/>
    <w:rsid w:val="00B80D17"/>
    <w:rsid w:val="00B9640C"/>
    <w:rsid w:val="00BA5AA6"/>
    <w:rsid w:val="00BA7C5B"/>
    <w:rsid w:val="00BB3A9F"/>
    <w:rsid w:val="00BB4ACB"/>
    <w:rsid w:val="00BB7522"/>
    <w:rsid w:val="00BD02D7"/>
    <w:rsid w:val="00BD0B9D"/>
    <w:rsid w:val="00C00EF2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B1331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C7CE7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E6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9"/>
    <w:locked/>
    <w:rsid w:val="007C31B4"/>
    <w:rPr>
      <w:rFonts w:ascii="Arial" w:hAnsi="Arial" w:cs="Arial"/>
      <w:b/>
      <w:bCs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F5AF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C31B4"/>
    <w:rPr>
      <w:rFonts w:ascii="Times New Roman" w:hAnsi="Times New Roman" w:cs="Times New Roman"/>
      <w:b/>
      <w:bCs/>
      <w:sz w:val="24"/>
      <w:lang w:eastAsia="ru-RU"/>
    </w:rPr>
  </w:style>
  <w:style w:type="character" w:styleId="PageNumber">
    <w:name w:val="page number"/>
    <w:basedOn w:val="DefaultParagraphFont"/>
    <w:uiPriority w:val="99"/>
    <w:rsid w:val="00030EE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30EE6"/>
    <w:pPr>
      <w:widowControl w:val="0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30EE6"/>
    <w:rPr>
      <w:rFonts w:ascii="Courier New" w:hAnsi="Courier New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030EE6"/>
    <w:pPr>
      <w:widowControl w:val="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030E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30EE6"/>
    <w:pPr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uiPriority w:val="99"/>
    <w:rsid w:val="00030E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C071C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071C3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Normal"/>
    <w:uiPriority w:val="99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Normal"/>
    <w:uiPriority w:val="99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"/>
    <w:uiPriority w:val="99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Normal"/>
    <w:uiPriority w:val="99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Normal"/>
    <w:uiPriority w:val="99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Title">
    <w:name w:val="ConsPlusTitle"/>
    <w:uiPriority w:val="99"/>
    <w:rsid w:val="003F5AFD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71">
    <w:name w:val="Font Style71"/>
    <w:basedOn w:val="DefaultParagraphFont"/>
    <w:uiPriority w:val="99"/>
    <w:rsid w:val="003F5AFD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ConsPlusNonformat">
    <w:name w:val="ConsPlusNonformat"/>
    <w:uiPriority w:val="99"/>
    <w:rsid w:val="007C3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LineNumber">
    <w:name w:val="line number"/>
    <w:basedOn w:val="DefaultParagraphFont"/>
    <w:uiPriority w:val="99"/>
    <w:semiHidden/>
    <w:rsid w:val="003551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71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3048</TotalTime>
  <Pages>2</Pages>
  <Words>317</Words>
  <Characters>1809</Characters>
  <Application>Microsoft Office Outlook</Application>
  <DocSecurity>0</DocSecurity>
  <Lines>0</Lines>
  <Paragraphs>0</Paragraphs>
  <ScaleCrop>false</ScaleCrop>
  <Company>Финкомитет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Admin</cp:lastModifiedBy>
  <cp:revision>105</cp:revision>
  <cp:lastPrinted>2011-09-30T06:22:00Z</cp:lastPrinted>
  <dcterms:created xsi:type="dcterms:W3CDTF">2011-07-27T08:16:00Z</dcterms:created>
  <dcterms:modified xsi:type="dcterms:W3CDTF">2011-10-19T16:38:00Z</dcterms:modified>
</cp:coreProperties>
</file>