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724"/>
        <w:gridCol w:w="6608"/>
        <w:gridCol w:w="1968"/>
        <w:gridCol w:w="354"/>
      </w:tblGrid>
      <w:tr w:rsidR="00F23511" w:rsidRPr="00FF7C57" w:rsidTr="00A26045">
        <w:trPr>
          <w:gridAfter w:val="1"/>
          <w:wAfter w:w="354" w:type="dxa"/>
          <w:trHeight w:val="315"/>
        </w:trPr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511" w:rsidRDefault="00F23511" w:rsidP="00A260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noProof/>
              </w:rPr>
              <w:pict>
                <v:rect id="_x0000_s1026" style="position:absolute;margin-left:199.2pt;margin-top:-24.4pt;width:45pt;height:20.25pt;z-index:251658240" strokecolor="white">
                  <v:textbox>
                    <w:txbxContent>
                      <w:p w:rsidR="00F23511" w:rsidRDefault="00F23511">
                        <w:r>
                          <w:t>40</w:t>
                        </w:r>
                      </w:p>
                      <w:p w:rsidR="00F23511" w:rsidRDefault="00F23511"/>
                    </w:txbxContent>
                  </v:textbox>
                </v:rect>
              </w:pic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1.3</w:t>
            </w:r>
            <w:r w:rsidRPr="00FF7C57">
              <w:rPr>
                <w:rFonts w:ascii="Times New Roman" w:hAnsi="Times New Roman"/>
                <w:bCs/>
                <w:sz w:val="28"/>
                <w:szCs w:val="28"/>
              </w:rPr>
              <w:t xml:space="preserve">  Приложение 8 «Муниципальные целевые программы г. Белокурихи на 2011 год»</w:t>
            </w:r>
          </w:p>
          <w:p w:rsidR="00F23511" w:rsidRPr="00FF7C57" w:rsidRDefault="00F23511" w:rsidP="00A260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Изложить в следующей редакции:</w:t>
            </w:r>
          </w:p>
        </w:tc>
      </w:tr>
      <w:tr w:rsidR="00F23511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F23511" w:rsidRPr="008316EC" w:rsidRDefault="00F23511" w:rsidP="00A260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3511" w:rsidRPr="008316EC" w:rsidRDefault="00F23511" w:rsidP="00A260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3511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  <w:tr w:rsidR="00F23511" w:rsidRPr="008316EC" w:rsidTr="00A26045">
        <w:trPr>
          <w:trHeight w:val="322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Наименование программ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проект финансирования  по программам</w:t>
            </w:r>
          </w:p>
        </w:tc>
      </w:tr>
      <w:tr w:rsidR="00F23511" w:rsidRPr="008316EC" w:rsidTr="00A26045">
        <w:trPr>
          <w:trHeight w:val="63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3511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sz w:val="24"/>
                <w:szCs w:val="24"/>
              </w:rPr>
              <w:t>"Дети-сироты и дети, оставшиеся без попечения родителей г. Белокурихи на 2009-2011 годы"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23511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8F4">
              <w:rPr>
                <w:rFonts w:ascii="Times New Roman" w:hAnsi="Times New Roman"/>
                <w:sz w:val="24"/>
                <w:szCs w:val="24"/>
              </w:rPr>
              <w:t xml:space="preserve"> «Переселение граждан из аварийного жилищного фонда с учетом необходимости стимулирования развития рынка жилья» на 2011 год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23511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«Сахарный диабет на 2007-2011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23511" w:rsidRPr="002A13E6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«Культура города Белокурихи на 2008-2012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2A13E6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13E6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F23511" w:rsidRPr="002A13E6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«Капитальный ремонт многоквартирных домов на 2008-2011 годы»</w:t>
            </w:r>
          </w:p>
        </w:tc>
        <w:tc>
          <w:tcPr>
            <w:tcW w:w="22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2A13E6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23511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sz w:val="24"/>
                <w:szCs w:val="24"/>
              </w:rPr>
              <w:t>"Поддержка и развитие малого предпри</w:t>
            </w:r>
            <w:r>
              <w:rPr>
                <w:rFonts w:ascii="Times New Roman" w:hAnsi="Times New Roman"/>
                <w:sz w:val="24"/>
                <w:szCs w:val="24"/>
              </w:rPr>
              <w:t>нимательства г.Белокурихи на 2011</w:t>
            </w:r>
            <w:r w:rsidRPr="008316EC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6EC">
              <w:rPr>
                <w:rFonts w:ascii="Times New Roman" w:hAnsi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316E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F23511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«Повышение безопасности дорожного движения в г.Белокурихе на 2007-2012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F23511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туризма и оздоровительного отдыха в городе Белокурихе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316E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F23511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«Молодежь города Белокурихи на  2009-2011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23511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«Адресная социальная помощь малоимущим гражданам и семьям с детьми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</w:tr>
      <w:tr w:rsidR="00F23511" w:rsidRPr="008316EC" w:rsidTr="00A26045">
        <w:trPr>
          <w:trHeight w:val="8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«Комплексные меры противодействия злоупотреблению наркотиками и их незаконному обороту в г. Белокурихе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F23511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«Неотложные меры борьбы с  туберкулезом на 2009-2011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F23511" w:rsidRPr="003E04CA" w:rsidTr="00A26045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sz w:val="24"/>
                <w:szCs w:val="24"/>
              </w:rPr>
              <w:t>"Содействие занятости населения г. Белокурихи на 201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6EC">
              <w:rPr>
                <w:rFonts w:ascii="Times New Roman" w:hAnsi="Times New Roman"/>
                <w:sz w:val="24"/>
                <w:szCs w:val="24"/>
              </w:rPr>
              <w:t xml:space="preserve"> год"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3E04CA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04CA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F23511" w:rsidRPr="003E04CA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3E04CA" w:rsidRDefault="00F23511" w:rsidP="00A260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04CA">
              <w:rPr>
                <w:rFonts w:ascii="Times New Roman" w:hAnsi="Times New Roman"/>
                <w:bCs/>
                <w:sz w:val="24"/>
                <w:szCs w:val="24"/>
              </w:rPr>
              <w:t>«Обеспечение жильем  или улучшение жилищных условий молодых семей в городе Белокурихе на 2011-2015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3E04CA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696</w:t>
            </w:r>
          </w:p>
        </w:tc>
      </w:tr>
      <w:tr w:rsidR="00F23511" w:rsidRPr="002A13E6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3E04CA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3E04CA" w:rsidRDefault="00F23511" w:rsidP="00A260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04CA">
              <w:rPr>
                <w:rFonts w:ascii="Times New Roman" w:hAnsi="Times New Roman"/>
                <w:bCs/>
                <w:sz w:val="24"/>
                <w:szCs w:val="24"/>
              </w:rPr>
              <w:t>«Сохранение и развитие системы каникулярного отдыха, оздоровления и занятости детей и подростков в городе Белокурихе на 2011 год»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2A13E6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A13E6">
              <w:rPr>
                <w:rFonts w:ascii="Times New Roman" w:hAnsi="Times New Roman"/>
                <w:bCs/>
                <w:sz w:val="28"/>
                <w:szCs w:val="28"/>
              </w:rPr>
              <w:t>440</w:t>
            </w:r>
          </w:p>
        </w:tc>
      </w:tr>
      <w:tr w:rsidR="00F23511" w:rsidRPr="002A13E6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2A13E6" w:rsidRDefault="00F23511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3E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2A13E6" w:rsidRDefault="00F23511" w:rsidP="00A260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13E6">
              <w:rPr>
                <w:rFonts w:ascii="Times New Roman" w:hAnsi="Times New Roman"/>
                <w:bCs/>
                <w:sz w:val="24"/>
                <w:szCs w:val="24"/>
              </w:rPr>
              <w:t xml:space="preserve">«Развитие образования в г. Белокуриха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2011 год</w:t>
            </w:r>
            <w:r w:rsidRPr="002A13E6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2A13E6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A13E6">
              <w:rPr>
                <w:rFonts w:ascii="Times New Roman" w:hAnsi="Times New Roman"/>
                <w:bCs/>
                <w:sz w:val="28"/>
                <w:szCs w:val="28"/>
              </w:rPr>
              <w:t>1500</w:t>
            </w:r>
          </w:p>
        </w:tc>
      </w:tr>
      <w:tr w:rsidR="00F23511" w:rsidRPr="002A13E6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2A13E6" w:rsidRDefault="00F23511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2A13E6" w:rsidRDefault="00F23511" w:rsidP="00A260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«Адресная инвестиционная программа муниципального образования город Белокуриха Алтайского края на 2011 год»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2A13E6" w:rsidRDefault="00F23511" w:rsidP="00A260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7800</w:t>
            </w:r>
          </w:p>
        </w:tc>
      </w:tr>
      <w:tr w:rsidR="00F23511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511" w:rsidRPr="008316EC" w:rsidRDefault="00F23511" w:rsidP="00A260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16EC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511" w:rsidRPr="008316EC" w:rsidRDefault="00F23511" w:rsidP="003669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12631</w:t>
            </w:r>
          </w:p>
        </w:tc>
      </w:tr>
    </w:tbl>
    <w:p w:rsidR="00F23511" w:rsidRDefault="00F23511" w:rsidP="0013791D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3511" w:rsidRDefault="00F23511" w:rsidP="0013791D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3511" w:rsidRDefault="00F23511" w:rsidP="003D77D1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    А.Ф. Каменев</w:t>
      </w:r>
    </w:p>
    <w:sectPr w:rsidR="00F23511" w:rsidSect="00F84BB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511" w:rsidRDefault="00F23511" w:rsidP="00343753">
      <w:pPr>
        <w:spacing w:after="0" w:line="240" w:lineRule="auto"/>
      </w:pPr>
      <w:r>
        <w:separator/>
      </w:r>
    </w:p>
  </w:endnote>
  <w:endnote w:type="continuationSeparator" w:id="1">
    <w:p w:rsidR="00F23511" w:rsidRDefault="00F23511" w:rsidP="00343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511" w:rsidRDefault="00F23511" w:rsidP="00343753">
      <w:pPr>
        <w:spacing w:after="0" w:line="240" w:lineRule="auto"/>
      </w:pPr>
      <w:r>
        <w:separator/>
      </w:r>
    </w:p>
  </w:footnote>
  <w:footnote w:type="continuationSeparator" w:id="1">
    <w:p w:rsidR="00F23511" w:rsidRDefault="00F23511" w:rsidP="00343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11" w:rsidRDefault="00F23511">
    <w:pPr>
      <w:pStyle w:val="Header"/>
      <w:jc w:val="right"/>
    </w:pPr>
    <w:fldSimple w:instr=" PAGE   \* MERGEFORMAT ">
      <w:r>
        <w:rPr>
          <w:noProof/>
        </w:rPr>
        <w:t>9</w:t>
      </w:r>
    </w:fldSimple>
  </w:p>
  <w:p w:rsidR="00F23511" w:rsidRDefault="00F235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91D"/>
    <w:rsid w:val="00034ECC"/>
    <w:rsid w:val="0013791D"/>
    <w:rsid w:val="002317AD"/>
    <w:rsid w:val="002A13E6"/>
    <w:rsid w:val="00343753"/>
    <w:rsid w:val="00366905"/>
    <w:rsid w:val="003D77D1"/>
    <w:rsid w:val="003E04CA"/>
    <w:rsid w:val="004E5EB3"/>
    <w:rsid w:val="007C23F5"/>
    <w:rsid w:val="008316EC"/>
    <w:rsid w:val="008C2839"/>
    <w:rsid w:val="00A26045"/>
    <w:rsid w:val="00A421C4"/>
    <w:rsid w:val="00D60FEE"/>
    <w:rsid w:val="00EC4172"/>
    <w:rsid w:val="00EF1048"/>
    <w:rsid w:val="00F23511"/>
    <w:rsid w:val="00F638F4"/>
    <w:rsid w:val="00F84BBC"/>
    <w:rsid w:val="00F936C3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91D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9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13791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791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270</Words>
  <Characters>1540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5</cp:revision>
  <cp:lastPrinted>2011-12-22T04:43:00Z</cp:lastPrinted>
  <dcterms:created xsi:type="dcterms:W3CDTF">2011-10-06T12:00:00Z</dcterms:created>
  <dcterms:modified xsi:type="dcterms:W3CDTF">2011-12-26T09:49:00Z</dcterms:modified>
</cp:coreProperties>
</file>