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31C" w:rsidRPr="000717FD" w:rsidRDefault="00C7531C" w:rsidP="000717FD">
      <w:pPr>
        <w:spacing w:after="0" w:line="240" w:lineRule="auto"/>
        <w:ind w:left="4956" w:firstLine="708"/>
        <w:jc w:val="both"/>
        <w:rPr>
          <w:rFonts w:ascii="Times New Roman" w:hAnsi="Times New Roman"/>
          <w:sz w:val="28"/>
          <w:szCs w:val="28"/>
        </w:rPr>
      </w:pPr>
      <w:r w:rsidRPr="000717FD">
        <w:rPr>
          <w:rFonts w:ascii="Times New Roman" w:hAnsi="Times New Roman"/>
          <w:sz w:val="28"/>
          <w:szCs w:val="28"/>
        </w:rPr>
        <w:t>Приложение № 9</w:t>
      </w:r>
    </w:p>
    <w:p w:rsidR="00C7531C" w:rsidRPr="000717FD" w:rsidRDefault="00C7531C" w:rsidP="000717FD">
      <w:pPr>
        <w:spacing w:after="0" w:line="240" w:lineRule="auto"/>
        <w:ind w:left="4956" w:firstLine="708"/>
        <w:jc w:val="both"/>
        <w:rPr>
          <w:rFonts w:ascii="Times New Roman" w:hAnsi="Times New Roman"/>
          <w:sz w:val="28"/>
          <w:szCs w:val="28"/>
        </w:rPr>
      </w:pPr>
      <w:r w:rsidRPr="000717FD">
        <w:rPr>
          <w:rFonts w:ascii="Times New Roman" w:hAnsi="Times New Roman"/>
          <w:sz w:val="28"/>
          <w:szCs w:val="28"/>
        </w:rPr>
        <w:t>к решению Белокурихинского</w:t>
      </w:r>
    </w:p>
    <w:p w:rsidR="00C7531C" w:rsidRPr="000717FD" w:rsidRDefault="00C7531C" w:rsidP="000717FD">
      <w:pPr>
        <w:spacing w:after="0" w:line="240" w:lineRule="auto"/>
        <w:ind w:left="4956" w:firstLine="708"/>
        <w:jc w:val="both"/>
        <w:rPr>
          <w:rFonts w:ascii="Times New Roman" w:hAnsi="Times New Roman"/>
          <w:sz w:val="28"/>
          <w:szCs w:val="28"/>
        </w:rPr>
      </w:pPr>
      <w:r w:rsidRPr="000717FD">
        <w:rPr>
          <w:rFonts w:ascii="Times New Roman" w:hAnsi="Times New Roman"/>
          <w:sz w:val="28"/>
          <w:szCs w:val="28"/>
        </w:rPr>
        <w:t>городского Совета депутатов</w:t>
      </w:r>
    </w:p>
    <w:p w:rsidR="00C7531C" w:rsidRPr="000717FD" w:rsidRDefault="00C7531C" w:rsidP="000717FD">
      <w:pPr>
        <w:spacing w:after="0" w:line="240" w:lineRule="auto"/>
        <w:ind w:left="4956" w:firstLine="708"/>
        <w:jc w:val="both"/>
        <w:rPr>
          <w:rFonts w:ascii="Times New Roman" w:hAnsi="Times New Roman"/>
          <w:sz w:val="28"/>
          <w:szCs w:val="28"/>
        </w:rPr>
      </w:pPr>
      <w:r w:rsidRPr="000717FD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29.12.</w:t>
      </w:r>
      <w:r w:rsidRPr="000717FD">
        <w:rPr>
          <w:rFonts w:ascii="Times New Roman" w:hAnsi="Times New Roman"/>
          <w:sz w:val="28"/>
          <w:szCs w:val="28"/>
        </w:rPr>
        <w:t>2011 №</w:t>
      </w:r>
      <w:r>
        <w:rPr>
          <w:rFonts w:ascii="Times New Roman" w:hAnsi="Times New Roman"/>
          <w:sz w:val="28"/>
          <w:szCs w:val="28"/>
        </w:rPr>
        <w:t xml:space="preserve"> 89</w:t>
      </w:r>
    </w:p>
    <w:p w:rsidR="00C7531C" w:rsidRPr="000717FD" w:rsidRDefault="00C7531C" w:rsidP="000717FD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C7531C" w:rsidRDefault="00C7531C" w:rsidP="000717FD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C7531C" w:rsidRPr="000717FD" w:rsidRDefault="00C7531C" w:rsidP="000717FD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0717FD">
        <w:rPr>
          <w:rFonts w:ascii="Times New Roman" w:hAnsi="Times New Roman"/>
          <w:sz w:val="28"/>
          <w:szCs w:val="28"/>
        </w:rPr>
        <w:t>Распределение бюджетных ассигнований на исполнение</w:t>
      </w:r>
    </w:p>
    <w:p w:rsidR="00C7531C" w:rsidRDefault="00C7531C" w:rsidP="000717FD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0717FD">
        <w:rPr>
          <w:rFonts w:ascii="Times New Roman" w:hAnsi="Times New Roman"/>
          <w:sz w:val="28"/>
          <w:szCs w:val="28"/>
        </w:rPr>
        <w:t xml:space="preserve">муниципальных целевых программ города Белокурихи </w:t>
      </w:r>
      <w:r>
        <w:rPr>
          <w:rFonts w:ascii="Times New Roman" w:hAnsi="Times New Roman"/>
          <w:sz w:val="28"/>
          <w:szCs w:val="28"/>
        </w:rPr>
        <w:t>на 2012 год</w:t>
      </w:r>
    </w:p>
    <w:tbl>
      <w:tblPr>
        <w:tblW w:w="9371" w:type="dxa"/>
        <w:tblInd w:w="93" w:type="dxa"/>
        <w:tblLook w:val="00A0"/>
      </w:tblPr>
      <w:tblGrid>
        <w:gridCol w:w="960"/>
        <w:gridCol w:w="6852"/>
        <w:gridCol w:w="1559"/>
      </w:tblGrid>
      <w:tr w:rsidR="00C7531C" w:rsidRPr="000717FD" w:rsidTr="005B0E26">
        <w:trPr>
          <w:trHeight w:val="75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531C" w:rsidRPr="000717FD" w:rsidRDefault="00C7531C" w:rsidP="000717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6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531C" w:rsidRPr="000717FD" w:rsidRDefault="00C7531C" w:rsidP="000717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программ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31C" w:rsidRPr="000717FD" w:rsidRDefault="00C7531C" w:rsidP="000717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Сумма (тыс.руб).</w:t>
            </w:r>
          </w:p>
        </w:tc>
      </w:tr>
      <w:tr w:rsidR="00C7531C" w:rsidRPr="000717FD" w:rsidTr="005B0E26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531C" w:rsidRPr="000717FD" w:rsidRDefault="00C7531C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531C" w:rsidRPr="000717FD" w:rsidRDefault="00C7531C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Дети - сироты и дети, оставшиеся без попечения род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телей г. Белокурихи на 2012-2014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531C" w:rsidRPr="000717FD" w:rsidRDefault="00C7531C" w:rsidP="000717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C7531C" w:rsidRPr="000717FD" w:rsidTr="005B0E26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531C" w:rsidRPr="000717FD" w:rsidRDefault="00C7531C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531C" w:rsidRPr="000717FD" w:rsidRDefault="00C7531C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Культура г. Белокуриха на 2008-2012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531C" w:rsidRPr="000717FD" w:rsidRDefault="00C7531C" w:rsidP="000717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C7531C" w:rsidRPr="000717FD" w:rsidTr="005B0E26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531C" w:rsidRPr="000717FD" w:rsidRDefault="00C7531C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531C" w:rsidRPr="000717FD" w:rsidRDefault="00C7531C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Поддержка и развитие малого предпринимательства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г. Белокурихи на 2011-2013 годы.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531C" w:rsidRPr="000717FD" w:rsidRDefault="00C7531C" w:rsidP="000717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</w:tr>
      <w:tr w:rsidR="00C7531C" w:rsidRPr="000717FD" w:rsidTr="005B0E26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531C" w:rsidRPr="000717FD" w:rsidRDefault="00C7531C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531C" w:rsidRDefault="00C7531C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Повышение безопасности дорожного движения в </w:t>
            </w:r>
          </w:p>
          <w:p w:rsidR="00C7531C" w:rsidRPr="000717FD" w:rsidRDefault="00C7531C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г. Белокурихе на 2007-2012 годы.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531C" w:rsidRPr="000717FD" w:rsidRDefault="00C7531C" w:rsidP="000717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</w:tr>
      <w:tr w:rsidR="00C7531C" w:rsidRPr="000717FD" w:rsidTr="005B0E26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531C" w:rsidRPr="000717FD" w:rsidRDefault="00C7531C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531C" w:rsidRPr="000717FD" w:rsidRDefault="00C7531C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Развитие туризма и оздоровительного отдыха в городе Белокурихе на 2011-2013 годы.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531C" w:rsidRPr="000717FD" w:rsidRDefault="00C7531C" w:rsidP="000717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</w:tr>
      <w:tr w:rsidR="00C7531C" w:rsidRPr="000717FD" w:rsidTr="005B0E26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531C" w:rsidRPr="000717FD" w:rsidRDefault="00C7531C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531C" w:rsidRPr="000717FD" w:rsidRDefault="00C7531C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Молодежь г. Белокурихи на 2012-2014 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531C" w:rsidRPr="000717FD" w:rsidRDefault="00C7531C" w:rsidP="000717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C7531C" w:rsidRPr="000717FD" w:rsidTr="005B0E26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531C" w:rsidRPr="000717FD" w:rsidRDefault="00C7531C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531C" w:rsidRPr="000717FD" w:rsidRDefault="00C7531C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Сод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ействие занятости населения на 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2012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531C" w:rsidRPr="000717FD" w:rsidRDefault="00C7531C" w:rsidP="000717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115</w:t>
            </w:r>
          </w:p>
        </w:tc>
      </w:tr>
      <w:tr w:rsidR="00C7531C" w:rsidRPr="000717FD" w:rsidTr="00BE68EA">
        <w:trPr>
          <w:trHeight w:val="6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531C" w:rsidRPr="000717FD" w:rsidRDefault="00C7531C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31C" w:rsidRPr="000717FD" w:rsidRDefault="00C7531C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Комплексные меры по злоупотреблению наркотиками и их незаконному обороту в городе Белокуриха на 2011-2013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531C" w:rsidRPr="000717FD" w:rsidRDefault="00C7531C" w:rsidP="000717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</w:tr>
      <w:tr w:rsidR="00C7531C" w:rsidRPr="000717FD" w:rsidTr="00BE68EA">
        <w:trPr>
          <w:trHeight w:val="41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531C" w:rsidRPr="000717FD" w:rsidRDefault="00C7531C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531C" w:rsidRPr="000717FD" w:rsidRDefault="00C7531C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образования города Белокуриха на 2011-2013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531C" w:rsidRPr="000717FD" w:rsidRDefault="00C7531C" w:rsidP="000717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1000</w:t>
            </w:r>
          </w:p>
        </w:tc>
      </w:tr>
      <w:tr w:rsidR="00C7531C" w:rsidRPr="000717FD" w:rsidTr="005B0E26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531C" w:rsidRPr="000717FD" w:rsidRDefault="00C7531C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531C" w:rsidRPr="000717FD" w:rsidRDefault="00C7531C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Сохранение и развитие системы каникулярного отд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ха, оздоровления и занятости детей и подростков в г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роде Белокуриха на 2012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531C" w:rsidRPr="000717FD" w:rsidRDefault="00C7531C" w:rsidP="000717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450</w:t>
            </w:r>
          </w:p>
        </w:tc>
      </w:tr>
      <w:tr w:rsidR="00C7531C" w:rsidRPr="000717FD" w:rsidTr="00557829">
        <w:trPr>
          <w:trHeight w:val="4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531C" w:rsidRPr="000717FD" w:rsidRDefault="00C7531C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531C" w:rsidRPr="000717FD" w:rsidRDefault="00C7531C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Адресная социальная помощь малоимущим гражд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нам, попавшим в трудную жизненную ситуацию на 2012 год.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531C" w:rsidRPr="000717FD" w:rsidRDefault="00C7531C" w:rsidP="000717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</w:tr>
      <w:tr w:rsidR="00C7531C" w:rsidRPr="000717FD" w:rsidTr="005B0E26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531C" w:rsidRPr="000717FD" w:rsidRDefault="00C7531C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531C" w:rsidRPr="000717FD" w:rsidRDefault="00C7531C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Улучшение жилищных условий молодых семей в г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роде Белокуриха на 2011-2015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531C" w:rsidRPr="000717FD" w:rsidRDefault="00C7531C" w:rsidP="000717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737</w:t>
            </w:r>
          </w:p>
        </w:tc>
      </w:tr>
      <w:tr w:rsidR="00C7531C" w:rsidRPr="000717FD" w:rsidTr="00BE68EA">
        <w:trPr>
          <w:trHeight w:val="34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531C" w:rsidRPr="000717FD" w:rsidRDefault="00C7531C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531C" w:rsidRPr="000717FD" w:rsidRDefault="00C7531C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Оснащение спасательных формирований на 2011-2013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531C" w:rsidRPr="000717FD" w:rsidRDefault="00C7531C" w:rsidP="000717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</w:tr>
      <w:tr w:rsidR="00C7531C" w:rsidRPr="000717FD" w:rsidTr="005B0E26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531C" w:rsidRPr="000717FD" w:rsidRDefault="00C7531C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531C" w:rsidRPr="000717FD" w:rsidRDefault="00C7531C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Развитие физической культуры и спорта в г. Белок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риха на 2012-2014 годы.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531C" w:rsidRPr="000717FD" w:rsidRDefault="00C7531C" w:rsidP="000717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1600</w:t>
            </w:r>
          </w:p>
        </w:tc>
      </w:tr>
      <w:tr w:rsidR="00C7531C" w:rsidRPr="000717FD" w:rsidTr="00BE68EA">
        <w:trPr>
          <w:trHeight w:val="33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531C" w:rsidRPr="000717FD" w:rsidRDefault="00C7531C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531C" w:rsidRPr="000717FD" w:rsidRDefault="00C7531C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Капитальный ремонт многоквартирных домов на 2012     год.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531C" w:rsidRPr="000717FD" w:rsidRDefault="00C7531C" w:rsidP="000717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1100</w:t>
            </w:r>
          </w:p>
        </w:tc>
      </w:tr>
      <w:tr w:rsidR="00C7531C" w:rsidRPr="000717FD" w:rsidTr="000717F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531C" w:rsidRPr="000717FD" w:rsidRDefault="00C7531C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6852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7531C" w:rsidRPr="000717FD" w:rsidRDefault="00C7531C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дошкольного образования города Белокуриха на 2012-2014 годы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C7531C" w:rsidRPr="000717FD" w:rsidRDefault="00C7531C" w:rsidP="000717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</w:tr>
      <w:tr w:rsidR="00C7531C" w:rsidRPr="000717FD" w:rsidTr="000717FD">
        <w:trPr>
          <w:trHeight w:val="630"/>
        </w:trPr>
        <w:tc>
          <w:tcPr>
            <w:tcW w:w="960" w:type="dxa"/>
            <w:tcBorders>
              <w:top w:val="nil"/>
            </w:tcBorders>
            <w:noWrap/>
            <w:vAlign w:val="center"/>
          </w:tcPr>
          <w:p w:rsidR="00C7531C" w:rsidRPr="000717FD" w:rsidRDefault="00C7531C" w:rsidP="00B633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6852" w:type="dxa"/>
            <w:tcBorders>
              <w:top w:val="nil"/>
            </w:tcBorders>
            <w:vAlign w:val="center"/>
          </w:tcPr>
          <w:p w:rsidR="00C7531C" w:rsidRPr="000717FD" w:rsidRDefault="00C7531C" w:rsidP="00B633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программ</w:t>
            </w:r>
          </w:p>
        </w:tc>
        <w:tc>
          <w:tcPr>
            <w:tcW w:w="1559" w:type="dxa"/>
            <w:tcBorders>
              <w:top w:val="nil"/>
            </w:tcBorders>
            <w:noWrap/>
            <w:vAlign w:val="center"/>
          </w:tcPr>
          <w:p w:rsidR="00C7531C" w:rsidRPr="000717FD" w:rsidRDefault="00C7531C" w:rsidP="000717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Сумма (тыс.руб).</w:t>
            </w:r>
          </w:p>
        </w:tc>
      </w:tr>
      <w:tr w:rsidR="00C7531C" w:rsidRPr="000717FD" w:rsidTr="000717FD">
        <w:trPr>
          <w:trHeight w:val="632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531C" w:rsidRPr="000717FD" w:rsidRDefault="00C7531C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685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531C" w:rsidRPr="000717FD" w:rsidRDefault="00C7531C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Переселение граждан из аварийного жилищного фонда с учетом необходимости стимулирования развития рынка жилья на 2012 год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531C" w:rsidRPr="000717FD" w:rsidRDefault="00C7531C" w:rsidP="000717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</w:tr>
      <w:tr w:rsidR="00C7531C" w:rsidRPr="000717FD" w:rsidTr="005B0E26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531C" w:rsidRPr="000717FD" w:rsidRDefault="00C7531C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18.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531C" w:rsidRPr="000717FD" w:rsidRDefault="00C7531C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Стимулирование жилищного строительства в городе Белокурихе на 2011-2015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531C" w:rsidRPr="000717FD" w:rsidRDefault="00C7531C" w:rsidP="000717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2000</w:t>
            </w:r>
          </w:p>
        </w:tc>
      </w:tr>
      <w:tr w:rsidR="00C7531C" w:rsidRPr="000717FD" w:rsidTr="00AC0678">
        <w:trPr>
          <w:trHeight w:val="110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531C" w:rsidRPr="000717FD" w:rsidRDefault="00C7531C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19.</w:t>
            </w:r>
          </w:p>
        </w:tc>
        <w:tc>
          <w:tcPr>
            <w:tcW w:w="6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31C" w:rsidRPr="000717FD" w:rsidRDefault="00C7531C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Профилактика терроризма и экстремизма, и (или) ли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видации последствий проявлений терроризма и эк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тремизма на территории муниципального образования  город Белокуриха Алтайского края на период 2012-2014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531C" w:rsidRPr="000717FD" w:rsidRDefault="00C7531C" w:rsidP="000717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</w:tr>
      <w:tr w:rsidR="00C7531C" w:rsidRPr="000717FD" w:rsidTr="00E87912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531C" w:rsidRPr="000717FD" w:rsidRDefault="00C7531C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20.</w:t>
            </w:r>
          </w:p>
        </w:tc>
        <w:tc>
          <w:tcPr>
            <w:tcW w:w="6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531C" w:rsidRPr="000717FD" w:rsidRDefault="00C7531C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Сахарный диабет на 2012-2014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531C" w:rsidRPr="000717FD" w:rsidRDefault="00C7531C" w:rsidP="000717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C7531C" w:rsidRPr="000717FD" w:rsidTr="00F96A57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531C" w:rsidRPr="000717FD" w:rsidRDefault="00C7531C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21.</w:t>
            </w:r>
          </w:p>
        </w:tc>
        <w:tc>
          <w:tcPr>
            <w:tcW w:w="6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531C" w:rsidRPr="000717FD" w:rsidRDefault="00C7531C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bCs/>
                <w:sz w:val="28"/>
                <w:szCs w:val="28"/>
              </w:rPr>
              <w:t>Улучшение обеспечения МУЗ БГЦБ медицинскими кадрами на 2010-2013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531C" w:rsidRPr="000717FD" w:rsidRDefault="00C7531C" w:rsidP="000717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</w:tr>
      <w:tr w:rsidR="00C7531C" w:rsidRPr="000717FD" w:rsidTr="005B0E26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531C" w:rsidRPr="000717FD" w:rsidRDefault="00C7531C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22.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531C" w:rsidRPr="000717FD" w:rsidRDefault="00C7531C" w:rsidP="000717F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7FD">
              <w:rPr>
                <w:rFonts w:ascii="Times New Roman" w:hAnsi="Times New Roman"/>
                <w:bCs/>
                <w:sz w:val="28"/>
                <w:szCs w:val="28"/>
              </w:rPr>
              <w:t>Обеспечение молоком детей первого и второго года жизни, воспитывающихся в малоимущих семьях на 2012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531C" w:rsidRPr="000717FD" w:rsidRDefault="00C7531C" w:rsidP="000717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</w:tr>
      <w:tr w:rsidR="00C7531C" w:rsidRPr="000717FD" w:rsidTr="005B0E26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531C" w:rsidRPr="000717FD" w:rsidRDefault="00C7531C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531C" w:rsidRPr="000717FD" w:rsidRDefault="00C7531C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531C" w:rsidRPr="000717FD" w:rsidRDefault="00C7531C" w:rsidP="000717F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11212,0</w:t>
            </w:r>
          </w:p>
        </w:tc>
      </w:tr>
    </w:tbl>
    <w:p w:rsidR="00C7531C" w:rsidRDefault="00C7531C" w:rsidP="000717F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C7531C" w:rsidRDefault="00C7531C" w:rsidP="000717F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C7531C" w:rsidRDefault="00C7531C" w:rsidP="000717FD">
      <w:pPr>
        <w:spacing w:line="240" w:lineRule="auto"/>
        <w:rPr>
          <w:rFonts w:ascii="Times New Roman" w:hAnsi="Times New Roman"/>
          <w:sz w:val="28"/>
          <w:szCs w:val="28"/>
        </w:rPr>
      </w:pPr>
      <w:r w:rsidRPr="000717FD">
        <w:rPr>
          <w:rFonts w:ascii="Times New Roman" w:hAnsi="Times New Roman"/>
          <w:sz w:val="28"/>
          <w:szCs w:val="28"/>
        </w:rPr>
        <w:t>Председатель комитета по финансам,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7531C" w:rsidRDefault="00C7531C" w:rsidP="000717FD">
      <w:pPr>
        <w:spacing w:line="240" w:lineRule="auto"/>
        <w:rPr>
          <w:rFonts w:ascii="Times New Roman" w:hAnsi="Times New Roman"/>
          <w:sz w:val="28"/>
          <w:szCs w:val="28"/>
        </w:rPr>
      </w:pPr>
      <w:r w:rsidRPr="000717FD">
        <w:rPr>
          <w:rFonts w:ascii="Times New Roman" w:hAnsi="Times New Roman"/>
          <w:sz w:val="28"/>
          <w:szCs w:val="28"/>
        </w:rPr>
        <w:t xml:space="preserve">налоговой и кредитной политики </w:t>
      </w:r>
    </w:p>
    <w:p w:rsidR="00C7531C" w:rsidRPr="000717FD" w:rsidRDefault="00C7531C" w:rsidP="000717FD">
      <w:pPr>
        <w:spacing w:line="240" w:lineRule="auto"/>
        <w:rPr>
          <w:rFonts w:ascii="Times New Roman" w:hAnsi="Times New Roman"/>
          <w:sz w:val="28"/>
          <w:szCs w:val="28"/>
        </w:rPr>
      </w:pPr>
      <w:r w:rsidRPr="000717FD">
        <w:rPr>
          <w:rFonts w:ascii="Times New Roman" w:hAnsi="Times New Roman"/>
          <w:sz w:val="28"/>
          <w:szCs w:val="28"/>
        </w:rPr>
        <w:t>администрации города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0717FD">
        <w:rPr>
          <w:rFonts w:ascii="Times New Roman" w:hAnsi="Times New Roman"/>
          <w:sz w:val="28"/>
          <w:szCs w:val="28"/>
        </w:rPr>
        <w:t xml:space="preserve"> Е.Д. Зибзеев</w:t>
      </w:r>
    </w:p>
    <w:p w:rsidR="00C7531C" w:rsidRPr="000717FD" w:rsidRDefault="00C7531C" w:rsidP="000717FD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C7531C" w:rsidRPr="000717FD" w:rsidSect="00420B3D">
      <w:pgSz w:w="11906" w:h="16838"/>
      <w:pgMar w:top="1134" w:right="850" w:bottom="993" w:left="1701" w:header="708" w:footer="708" w:gutter="0"/>
      <w:pgNumType w:start="6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531C" w:rsidRDefault="00C7531C" w:rsidP="00E87912">
      <w:pPr>
        <w:spacing w:after="0" w:line="240" w:lineRule="auto"/>
      </w:pPr>
      <w:r>
        <w:separator/>
      </w:r>
    </w:p>
  </w:endnote>
  <w:endnote w:type="continuationSeparator" w:id="1">
    <w:p w:rsidR="00C7531C" w:rsidRDefault="00C7531C" w:rsidP="00E87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531C" w:rsidRDefault="00C7531C" w:rsidP="00E87912">
      <w:pPr>
        <w:spacing w:after="0" w:line="240" w:lineRule="auto"/>
      </w:pPr>
      <w:r>
        <w:separator/>
      </w:r>
    </w:p>
  </w:footnote>
  <w:footnote w:type="continuationSeparator" w:id="1">
    <w:p w:rsidR="00C7531C" w:rsidRDefault="00C7531C" w:rsidP="00E879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34E32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54463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6FAC8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4564E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48243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49E86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020AFB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BC8A2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4D4AB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DE0CC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14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E26"/>
    <w:rsid w:val="000717FD"/>
    <w:rsid w:val="000E41F9"/>
    <w:rsid w:val="00136CBA"/>
    <w:rsid w:val="00142612"/>
    <w:rsid w:val="0016078C"/>
    <w:rsid w:val="00180908"/>
    <w:rsid w:val="001A0556"/>
    <w:rsid w:val="001A4213"/>
    <w:rsid w:val="00306851"/>
    <w:rsid w:val="00420B3D"/>
    <w:rsid w:val="00557829"/>
    <w:rsid w:val="005B0E26"/>
    <w:rsid w:val="005C4AFF"/>
    <w:rsid w:val="00690023"/>
    <w:rsid w:val="009548A6"/>
    <w:rsid w:val="00957888"/>
    <w:rsid w:val="009F4345"/>
    <w:rsid w:val="00A14DE4"/>
    <w:rsid w:val="00A97768"/>
    <w:rsid w:val="00AC0678"/>
    <w:rsid w:val="00B27B72"/>
    <w:rsid w:val="00B633BA"/>
    <w:rsid w:val="00BE68EA"/>
    <w:rsid w:val="00C23C79"/>
    <w:rsid w:val="00C7531C"/>
    <w:rsid w:val="00CA2F90"/>
    <w:rsid w:val="00E87912"/>
    <w:rsid w:val="00F30F64"/>
    <w:rsid w:val="00F85A5C"/>
    <w:rsid w:val="00F96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61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8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87912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E8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8791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99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205</TotalTime>
  <Pages>2</Pages>
  <Words>360</Words>
  <Characters>2058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Admin</cp:lastModifiedBy>
  <cp:revision>15</cp:revision>
  <cp:lastPrinted>2011-12-28T08:30:00Z</cp:lastPrinted>
  <dcterms:created xsi:type="dcterms:W3CDTF">2011-10-12T14:00:00Z</dcterms:created>
  <dcterms:modified xsi:type="dcterms:W3CDTF">2011-12-30T06:45:00Z</dcterms:modified>
</cp:coreProperties>
</file>