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D3F" w:rsidRDefault="00B23D3F" w:rsidP="00965123">
      <w:pPr>
        <w:jc w:val="center"/>
        <w:rPr>
          <w:sz w:val="28"/>
        </w:rPr>
      </w:pPr>
      <w:r>
        <w:rPr>
          <w:sz w:val="28"/>
        </w:rPr>
        <w:t>АДМИНИСТРАЦИЯ ГОРОДА БЕЛОКУРИХ</w:t>
      </w:r>
      <w:r w:rsidRPr="007F211E">
        <w:rPr>
          <w:sz w:val="28"/>
        </w:rPr>
        <w:t>А</w:t>
      </w:r>
    </w:p>
    <w:p w:rsidR="00B23D3F" w:rsidRDefault="00B23D3F" w:rsidP="00965123">
      <w:pPr>
        <w:jc w:val="center"/>
        <w:rPr>
          <w:sz w:val="28"/>
        </w:rPr>
      </w:pPr>
      <w:r>
        <w:rPr>
          <w:sz w:val="28"/>
        </w:rPr>
        <w:t>АЛТАЙСКОГО КРАЯ</w:t>
      </w:r>
    </w:p>
    <w:p w:rsidR="00B23D3F" w:rsidRDefault="00B23D3F" w:rsidP="00965123">
      <w:pPr>
        <w:rPr>
          <w:sz w:val="28"/>
        </w:rPr>
      </w:pPr>
    </w:p>
    <w:p w:rsidR="00B23D3F" w:rsidRDefault="00B23D3F" w:rsidP="00965123">
      <w:pPr>
        <w:rPr>
          <w:sz w:val="28"/>
        </w:rPr>
      </w:pPr>
    </w:p>
    <w:p w:rsidR="00B23D3F" w:rsidRDefault="00B23D3F" w:rsidP="00965123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B23D3F" w:rsidRDefault="00B23D3F" w:rsidP="00965123">
      <w:pPr>
        <w:jc w:val="center"/>
        <w:rPr>
          <w:sz w:val="28"/>
        </w:rPr>
      </w:pPr>
    </w:p>
    <w:p w:rsidR="00B23D3F" w:rsidRDefault="00B23D3F" w:rsidP="00965123">
      <w:pPr>
        <w:jc w:val="center"/>
        <w:rPr>
          <w:sz w:val="28"/>
        </w:rPr>
      </w:pPr>
    </w:p>
    <w:p w:rsidR="00B23D3F" w:rsidRDefault="00B23D3F" w:rsidP="00965123">
      <w:pPr>
        <w:rPr>
          <w:sz w:val="28"/>
        </w:rPr>
      </w:pPr>
      <w:r>
        <w:rPr>
          <w:sz w:val="28"/>
        </w:rPr>
        <w:t>22.06.2012 № 985                                                                                 г. Белокуриха</w:t>
      </w:r>
    </w:p>
    <w:p w:rsidR="00B23D3F" w:rsidRDefault="00B23D3F" w:rsidP="00965123">
      <w:pPr>
        <w:ind w:firstLine="709"/>
        <w:jc w:val="both"/>
        <w:rPr>
          <w:spacing w:val="1"/>
          <w:sz w:val="28"/>
          <w:szCs w:val="28"/>
        </w:rPr>
      </w:pPr>
    </w:p>
    <w:p w:rsidR="00B23D3F" w:rsidRPr="00FB7A26" w:rsidRDefault="00B23D3F" w:rsidP="00965123">
      <w:pPr>
        <w:spacing w:line="240" w:lineRule="exact"/>
        <w:ind w:right="5103"/>
        <w:jc w:val="both"/>
        <w:rPr>
          <w:sz w:val="28"/>
          <w:szCs w:val="28"/>
        </w:rPr>
      </w:pPr>
      <w:r w:rsidRPr="00FB7A26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</w:t>
      </w:r>
      <w:r w:rsidRPr="00FB7A2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B7A26"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>ый</w:t>
      </w:r>
      <w:r w:rsidRPr="00FB7A26">
        <w:rPr>
          <w:sz w:val="28"/>
          <w:szCs w:val="28"/>
        </w:rPr>
        <w:t xml:space="preserve"> регламент </w:t>
      </w:r>
      <w:r>
        <w:rPr>
          <w:sz w:val="28"/>
          <w:szCs w:val="28"/>
        </w:rPr>
        <w:t>по оказанию</w:t>
      </w:r>
      <w:r w:rsidRPr="00FB7A26">
        <w:rPr>
          <w:sz w:val="28"/>
          <w:szCs w:val="28"/>
        </w:rPr>
        <w:t xml:space="preserve"> муниципальной услуги «</w:t>
      </w:r>
      <w:r>
        <w:rPr>
          <w:bCs/>
          <w:sz w:val="28"/>
          <w:szCs w:val="28"/>
        </w:rPr>
        <w:t>Выдача разрешений на установку рекламных конструкций на соответ-ствующей территории, аннулиро-вание таких разрешений</w:t>
      </w:r>
      <w:r w:rsidRPr="00FB7A26">
        <w:rPr>
          <w:sz w:val="28"/>
          <w:szCs w:val="28"/>
        </w:rPr>
        <w:t>»</w:t>
      </w:r>
      <w:r>
        <w:rPr>
          <w:sz w:val="28"/>
          <w:szCs w:val="28"/>
        </w:rPr>
        <w:t>, утвер-жденный постановлением админи-страции города Белокуриха Алтай-ского края от 01.12.2011 № 1475</w:t>
      </w:r>
    </w:p>
    <w:p w:rsidR="00B23D3F" w:rsidRDefault="00B23D3F" w:rsidP="00965123">
      <w:pPr>
        <w:ind w:right="5103" w:firstLine="709"/>
        <w:jc w:val="both"/>
        <w:rPr>
          <w:spacing w:val="1"/>
          <w:sz w:val="28"/>
          <w:szCs w:val="28"/>
        </w:rPr>
      </w:pPr>
    </w:p>
    <w:p w:rsidR="00B23D3F" w:rsidRPr="00331460" w:rsidRDefault="00B23D3F" w:rsidP="0096512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31460">
        <w:rPr>
          <w:sz w:val="28"/>
          <w:szCs w:val="28"/>
        </w:rPr>
        <w:t>В соответствии с Федеральным законом от 27.07.2010 № 210-ФЗ «</w:t>
      </w:r>
      <w:r>
        <w:rPr>
          <w:sz w:val="28"/>
          <w:szCs w:val="28"/>
        </w:rPr>
        <w:t>Об </w:t>
      </w:r>
      <w:r w:rsidRPr="00331460">
        <w:rPr>
          <w:sz w:val="28"/>
          <w:szCs w:val="28"/>
        </w:rPr>
        <w:t>организации предоставления государственных и муниципальных услуг»,  руководствуясь постановлением администрации города Белокуриха Алтайского края от 06.05.2011 № 441</w:t>
      </w:r>
      <w:r>
        <w:rPr>
          <w:sz w:val="28"/>
          <w:szCs w:val="28"/>
        </w:rPr>
        <w:t xml:space="preserve"> </w:t>
      </w:r>
      <w:r w:rsidRPr="00331460">
        <w:rPr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услуг», </w:t>
      </w:r>
      <w:r>
        <w:rPr>
          <w:sz w:val="28"/>
          <w:szCs w:val="28"/>
        </w:rPr>
        <w:t xml:space="preserve">                </w:t>
      </w:r>
      <w:r w:rsidRPr="00331460">
        <w:rPr>
          <w:spacing w:val="1"/>
          <w:sz w:val="28"/>
          <w:szCs w:val="28"/>
        </w:rPr>
        <w:t>ст.ст. 48.1, 53 Устава муниципального образования город Белокуриха Алтайского края</w:t>
      </w:r>
      <w:r w:rsidRPr="00331460">
        <w:rPr>
          <w:sz w:val="28"/>
          <w:szCs w:val="28"/>
        </w:rPr>
        <w:t>,</w:t>
      </w:r>
    </w:p>
    <w:p w:rsidR="00B23D3F" w:rsidRPr="00331460" w:rsidRDefault="00B23D3F" w:rsidP="00965123">
      <w:pPr>
        <w:pStyle w:val="Heading1"/>
        <w:ind w:firstLine="700"/>
        <w:jc w:val="both"/>
        <w:rPr>
          <w:szCs w:val="28"/>
        </w:rPr>
      </w:pPr>
      <w:r w:rsidRPr="00331460">
        <w:rPr>
          <w:szCs w:val="28"/>
        </w:rPr>
        <w:t>ПОСТАНОВЛЯЮ:</w:t>
      </w:r>
    </w:p>
    <w:p w:rsidR="00B23D3F" w:rsidRDefault="00B23D3F" w:rsidP="00965123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</w:t>
      </w:r>
      <w:r w:rsidRPr="00FB7A2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B7A26"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>ый</w:t>
      </w:r>
      <w:r w:rsidRPr="00FB7A26">
        <w:rPr>
          <w:sz w:val="28"/>
          <w:szCs w:val="28"/>
        </w:rPr>
        <w:t xml:space="preserve"> регламент </w:t>
      </w:r>
      <w:r>
        <w:rPr>
          <w:sz w:val="28"/>
          <w:szCs w:val="28"/>
        </w:rPr>
        <w:t>по оказанию</w:t>
      </w:r>
      <w:r w:rsidRPr="00FB7A26">
        <w:rPr>
          <w:sz w:val="28"/>
          <w:szCs w:val="28"/>
        </w:rPr>
        <w:t xml:space="preserve"> муниципальной услуги «</w:t>
      </w:r>
      <w:r>
        <w:rPr>
          <w:bCs/>
          <w:sz w:val="28"/>
          <w:szCs w:val="28"/>
        </w:rPr>
        <w:t>Выдача разрешений на установку рекламных конструкций на соответствующей территории, аннулирование таких разрешений</w:t>
      </w:r>
      <w:r w:rsidRPr="00FB7A26">
        <w:rPr>
          <w:sz w:val="28"/>
          <w:szCs w:val="28"/>
        </w:rPr>
        <w:t>»</w:t>
      </w:r>
      <w:r>
        <w:rPr>
          <w:sz w:val="28"/>
          <w:szCs w:val="28"/>
        </w:rPr>
        <w:t xml:space="preserve">, утвержденный постановлением администрации города Белокуриха Алтайского края от 01.12.2011 № 1475 «Об утверждении </w:t>
      </w:r>
      <w:r w:rsidRPr="00FB7A26">
        <w:rPr>
          <w:sz w:val="28"/>
          <w:szCs w:val="28"/>
        </w:rPr>
        <w:t>административн</w:t>
      </w:r>
      <w:r>
        <w:rPr>
          <w:sz w:val="28"/>
          <w:szCs w:val="28"/>
        </w:rPr>
        <w:t>ого</w:t>
      </w:r>
      <w:r w:rsidRPr="00FB7A26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Pr="00FB7A26">
        <w:rPr>
          <w:sz w:val="28"/>
          <w:szCs w:val="28"/>
        </w:rPr>
        <w:t xml:space="preserve"> </w:t>
      </w:r>
      <w:r>
        <w:rPr>
          <w:sz w:val="28"/>
          <w:szCs w:val="28"/>
        </w:rPr>
        <w:t>по оказанию</w:t>
      </w:r>
      <w:r w:rsidRPr="00FB7A26">
        <w:rPr>
          <w:sz w:val="28"/>
          <w:szCs w:val="28"/>
        </w:rPr>
        <w:t xml:space="preserve"> муниципальной услуги «</w:t>
      </w:r>
      <w:r>
        <w:rPr>
          <w:bCs/>
          <w:sz w:val="28"/>
          <w:szCs w:val="28"/>
        </w:rPr>
        <w:t>Выдача разрешений на установку рекламных конструкций на соответствующей территории, аннулирование таких разрешений</w:t>
      </w:r>
      <w:r w:rsidRPr="00FB7A26">
        <w:rPr>
          <w:sz w:val="28"/>
          <w:szCs w:val="28"/>
        </w:rPr>
        <w:t>»</w:t>
      </w:r>
      <w:r>
        <w:rPr>
          <w:sz w:val="28"/>
          <w:szCs w:val="28"/>
        </w:rPr>
        <w:t>, изложив раздел 5 в следующей редакции:</w:t>
      </w:r>
    </w:p>
    <w:p w:rsidR="00B23D3F" w:rsidRDefault="00B23D3F" w:rsidP="003E5047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« 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B23D3F" w:rsidRDefault="00B23D3F" w:rsidP="003E5047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B23D3F" w:rsidRDefault="00B23D3F" w:rsidP="0096512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750097">
        <w:rPr>
          <w:sz w:val="28"/>
          <w:szCs w:val="28"/>
        </w:rPr>
        <w:t xml:space="preserve">.1. </w:t>
      </w:r>
      <w:r>
        <w:rPr>
          <w:sz w:val="28"/>
          <w:szCs w:val="28"/>
        </w:rPr>
        <w:t>Заявитель может обратиться с жалобой в том числе в следующих случаях:</w:t>
      </w:r>
    </w:p>
    <w:p w:rsidR="00B23D3F" w:rsidRDefault="00B23D3F" w:rsidP="0096512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B23D3F" w:rsidRDefault="00B23D3F" w:rsidP="0096512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нарушение срока предоставления муниципальной услуги;</w:t>
      </w:r>
    </w:p>
    <w:p w:rsidR="00B23D3F" w:rsidRDefault="00B23D3F" w:rsidP="0096512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B23D3F" w:rsidRDefault="00B23D3F" w:rsidP="0096512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B23D3F" w:rsidRDefault="00B23D3F" w:rsidP="00965123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23D3F" w:rsidRDefault="00B23D3F" w:rsidP="00965123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23D3F" w:rsidRPr="00750097" w:rsidRDefault="00B23D3F" w:rsidP="00965123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B23D3F" w:rsidRPr="00750097" w:rsidRDefault="00B23D3F" w:rsidP="009651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50097">
        <w:rPr>
          <w:sz w:val="28"/>
          <w:szCs w:val="28"/>
        </w:rPr>
        <w:t>.2. Заявитель вправе обратиться с жалобой в устной или письменной форме.</w:t>
      </w:r>
    </w:p>
    <w:p w:rsidR="00B23D3F" w:rsidRPr="00750097" w:rsidRDefault="00B23D3F" w:rsidP="00965123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750097">
        <w:rPr>
          <w:sz w:val="28"/>
          <w:szCs w:val="28"/>
        </w:rPr>
        <w:t>О нарушении должностным лицом</w:t>
      </w:r>
      <w:r>
        <w:rPr>
          <w:sz w:val="28"/>
          <w:szCs w:val="28"/>
        </w:rPr>
        <w:t xml:space="preserve"> положений А</w:t>
      </w:r>
      <w:r w:rsidRPr="00750097">
        <w:rPr>
          <w:sz w:val="28"/>
          <w:szCs w:val="28"/>
        </w:rPr>
        <w:t xml:space="preserve">дминистративного регламента можно сообщить </w:t>
      </w:r>
      <w:r>
        <w:rPr>
          <w:sz w:val="28"/>
          <w:szCs w:val="28"/>
        </w:rPr>
        <w:t xml:space="preserve">первому заместителю главы администрации города </w:t>
      </w:r>
      <w:r w:rsidRPr="00750097">
        <w:rPr>
          <w:sz w:val="28"/>
          <w:szCs w:val="28"/>
        </w:rPr>
        <w:t xml:space="preserve">по телефону: </w:t>
      </w:r>
      <w:r>
        <w:rPr>
          <w:sz w:val="28"/>
          <w:szCs w:val="28"/>
        </w:rPr>
        <w:t>8(38577) 200-73.</w:t>
      </w:r>
      <w:r w:rsidRPr="00750097">
        <w:rPr>
          <w:sz w:val="28"/>
          <w:szCs w:val="28"/>
        </w:rPr>
        <w:t xml:space="preserve"> </w:t>
      </w:r>
    </w:p>
    <w:p w:rsidR="00B23D3F" w:rsidRPr="00750097" w:rsidRDefault="00B23D3F" w:rsidP="00965123">
      <w:pPr>
        <w:autoSpaceDE w:val="0"/>
        <w:autoSpaceDN w:val="0"/>
        <w:adjustRightInd w:val="0"/>
        <w:ind w:firstLine="700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Pr="00750097">
        <w:rPr>
          <w:sz w:val="28"/>
          <w:szCs w:val="28"/>
        </w:rPr>
        <w:t xml:space="preserve">.3. </w:t>
      </w:r>
      <w:r w:rsidRPr="00750097">
        <w:rPr>
          <w:color w:val="000000"/>
          <w:sz w:val="28"/>
          <w:szCs w:val="28"/>
        </w:rPr>
        <w:t>Обращение в письменной форме должно содержать следующую информацию: фамилию, имя, отчество заявителя, его место жительства или пре</w:t>
      </w:r>
      <w:r>
        <w:rPr>
          <w:color w:val="000000"/>
          <w:sz w:val="28"/>
          <w:szCs w:val="28"/>
        </w:rPr>
        <w:t>бывания</w:t>
      </w:r>
      <w:r w:rsidRPr="00750097">
        <w:rPr>
          <w:color w:val="000000"/>
          <w:sz w:val="28"/>
          <w:szCs w:val="28"/>
        </w:rPr>
        <w:t>,</w:t>
      </w:r>
      <w:r>
        <w:rPr>
          <w:sz w:val="28"/>
          <w:szCs w:val="28"/>
          <w:lang w:eastAsia="en-US"/>
        </w:rPr>
        <w:t xml:space="preserve">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заявителю,</w:t>
      </w:r>
      <w:r w:rsidRPr="00750097">
        <w:rPr>
          <w:color w:val="000000"/>
          <w:sz w:val="28"/>
          <w:szCs w:val="28"/>
        </w:rPr>
        <w:t xml:space="preserve"> наименование органа, должности, фамилии, имени, отчества работника (при наличии информации), действия (бездействие) которого обжалуются, существо обжалуемого решения, действия (бездействия). Жалоба подписывается подавшим е</w:t>
      </w:r>
      <w:r>
        <w:rPr>
          <w:color w:val="000000"/>
          <w:sz w:val="28"/>
          <w:szCs w:val="28"/>
        </w:rPr>
        <w:t>ё</w:t>
      </w:r>
      <w:r w:rsidRPr="00750097">
        <w:rPr>
          <w:color w:val="000000"/>
          <w:sz w:val="28"/>
          <w:szCs w:val="28"/>
        </w:rPr>
        <w:t xml:space="preserve"> лицом. </w:t>
      </w:r>
    </w:p>
    <w:p w:rsidR="00B23D3F" w:rsidRPr="00750097" w:rsidRDefault="00B23D3F" w:rsidP="009651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0097">
        <w:rPr>
          <w:sz w:val="28"/>
          <w:szCs w:val="28"/>
        </w:rPr>
        <w:t>В случае необходимости в подтверждение своих доводов заявитель прилагает к письменному обращению соответствующие документы и материалы либо их копии.</w:t>
      </w:r>
    </w:p>
    <w:p w:rsidR="00B23D3F" w:rsidRPr="00750097" w:rsidRDefault="00B23D3F" w:rsidP="00965123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750097">
        <w:rPr>
          <w:sz w:val="28"/>
          <w:szCs w:val="28"/>
        </w:rPr>
        <w:t xml:space="preserve">.4. Обращение подлежит обязательной регистрации в течение 1 дня с момента поступления в </w:t>
      </w:r>
      <w:r>
        <w:rPr>
          <w:sz w:val="28"/>
          <w:szCs w:val="28"/>
        </w:rPr>
        <w:t>администрацию города Белокуриха Алтайского края</w:t>
      </w:r>
      <w:r w:rsidRPr="00750097">
        <w:rPr>
          <w:sz w:val="28"/>
          <w:szCs w:val="28"/>
        </w:rPr>
        <w:t xml:space="preserve"> и должно быть рассмотрено в течение </w:t>
      </w:r>
      <w:r>
        <w:rPr>
          <w:sz w:val="28"/>
          <w:szCs w:val="28"/>
        </w:rPr>
        <w:t>15 рабочих</w:t>
      </w:r>
      <w:r w:rsidRPr="00750097">
        <w:rPr>
          <w:sz w:val="28"/>
          <w:szCs w:val="28"/>
        </w:rPr>
        <w:t xml:space="preserve"> дней со дня его регистрации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его регистрации.</w:t>
      </w:r>
    </w:p>
    <w:p w:rsidR="00B23D3F" w:rsidRPr="00750097" w:rsidRDefault="00B23D3F" w:rsidP="009651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50097">
        <w:rPr>
          <w:sz w:val="28"/>
          <w:szCs w:val="28"/>
        </w:rPr>
        <w:t>.5. В случае если в письменном обращении не указаны фамилия или наименование заявителя, направившего обращение, и почтовый адрес, по которому должен быть направлен ответ, ответ на обращение не да</w:t>
      </w:r>
      <w:r>
        <w:rPr>
          <w:sz w:val="28"/>
          <w:szCs w:val="28"/>
        </w:rPr>
        <w:t>ё</w:t>
      </w:r>
      <w:r w:rsidRPr="00750097">
        <w:rPr>
          <w:sz w:val="28"/>
          <w:szCs w:val="28"/>
        </w:rPr>
        <w:t>тся.</w:t>
      </w:r>
    </w:p>
    <w:p w:rsidR="00B23D3F" w:rsidRPr="00750097" w:rsidRDefault="00B23D3F" w:rsidP="009651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50097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750097">
        <w:rPr>
          <w:sz w:val="28"/>
          <w:szCs w:val="28"/>
        </w:rPr>
        <w:t>. В случае если текст письменного обращения не подда</w:t>
      </w:r>
      <w:r>
        <w:rPr>
          <w:sz w:val="28"/>
          <w:szCs w:val="28"/>
        </w:rPr>
        <w:t>ё</w:t>
      </w:r>
      <w:r w:rsidRPr="00750097">
        <w:rPr>
          <w:sz w:val="28"/>
          <w:szCs w:val="28"/>
        </w:rPr>
        <w:t>тся прочтению, ответ на обращение не да</w:t>
      </w:r>
      <w:r>
        <w:rPr>
          <w:sz w:val="28"/>
          <w:szCs w:val="28"/>
        </w:rPr>
        <w:t>ё</w:t>
      </w:r>
      <w:r w:rsidRPr="00750097">
        <w:rPr>
          <w:sz w:val="28"/>
          <w:szCs w:val="28"/>
        </w:rPr>
        <w:t>тся, о ч</w:t>
      </w:r>
      <w:r>
        <w:rPr>
          <w:sz w:val="28"/>
          <w:szCs w:val="28"/>
        </w:rPr>
        <w:t>ё</w:t>
      </w:r>
      <w:r w:rsidRPr="00750097">
        <w:rPr>
          <w:sz w:val="28"/>
          <w:szCs w:val="28"/>
        </w:rPr>
        <w:t>м сообщается заявителю, направившему обращение, если его наименование и почтовый адрес поддаются прочтению.</w:t>
      </w:r>
    </w:p>
    <w:p w:rsidR="00B23D3F" w:rsidRDefault="00B23D3F" w:rsidP="009651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50097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750097">
        <w:rPr>
          <w:sz w:val="28"/>
          <w:szCs w:val="28"/>
        </w:rPr>
        <w:t xml:space="preserve">. В случае если в письменном обращении заявителя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>
        <w:rPr>
          <w:sz w:val="28"/>
          <w:szCs w:val="28"/>
        </w:rPr>
        <w:t>комитет</w:t>
      </w:r>
      <w:r w:rsidRPr="00750097">
        <w:rPr>
          <w:sz w:val="28"/>
          <w:szCs w:val="28"/>
        </w:rPr>
        <w:t>. О данном решении уведомляется заявитель, направивший обращение.</w:t>
      </w:r>
    </w:p>
    <w:p w:rsidR="00B23D3F" w:rsidRPr="00750097" w:rsidRDefault="00B23D3F" w:rsidP="00965123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5.8.</w:t>
      </w:r>
      <w:r w:rsidRPr="00D44CA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50097">
        <w:rPr>
          <w:sz w:val="28"/>
          <w:szCs w:val="28"/>
        </w:rPr>
        <w:t>твет на обращение не да</w:t>
      </w:r>
      <w:r>
        <w:rPr>
          <w:sz w:val="28"/>
          <w:szCs w:val="28"/>
        </w:rPr>
        <w:t>ё</w:t>
      </w:r>
      <w:r w:rsidRPr="00750097">
        <w:rPr>
          <w:sz w:val="28"/>
          <w:szCs w:val="28"/>
        </w:rPr>
        <w:t xml:space="preserve">тся, </w:t>
      </w:r>
      <w:r>
        <w:rPr>
          <w:sz w:val="28"/>
          <w:szCs w:val="28"/>
        </w:rPr>
        <w:t>в случае, если в нем</w:t>
      </w:r>
      <w:r w:rsidRPr="00750097">
        <w:rPr>
          <w:sz w:val="28"/>
          <w:szCs w:val="28"/>
        </w:rPr>
        <w:t xml:space="preserve"> содержатся нецензурные либо оскорбительные выражения, угрозы жизни, здоровью и имуществу должностного лица</w:t>
      </w:r>
      <w:r>
        <w:rPr>
          <w:sz w:val="28"/>
          <w:szCs w:val="28"/>
        </w:rPr>
        <w:t>.</w:t>
      </w:r>
    </w:p>
    <w:p w:rsidR="00B23D3F" w:rsidRPr="00750097" w:rsidRDefault="00B23D3F" w:rsidP="009651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Отсутствие в обращении сведений об обжалуемом действии, бездействии, решении (в чем выразилось, кем принято) также служит основанием для отказа в </w:t>
      </w:r>
      <w:r w:rsidRPr="00750097">
        <w:rPr>
          <w:sz w:val="28"/>
          <w:szCs w:val="28"/>
        </w:rPr>
        <w:t>ответ</w:t>
      </w:r>
      <w:r>
        <w:rPr>
          <w:sz w:val="28"/>
          <w:szCs w:val="28"/>
        </w:rPr>
        <w:t xml:space="preserve">е </w:t>
      </w:r>
      <w:r w:rsidRPr="00750097">
        <w:rPr>
          <w:sz w:val="28"/>
          <w:szCs w:val="28"/>
        </w:rPr>
        <w:t xml:space="preserve">на </w:t>
      </w:r>
      <w:r>
        <w:rPr>
          <w:sz w:val="28"/>
          <w:szCs w:val="28"/>
        </w:rPr>
        <w:t>такое обращение.</w:t>
      </w:r>
    </w:p>
    <w:p w:rsidR="00B23D3F" w:rsidRPr="003267A9" w:rsidRDefault="00B23D3F" w:rsidP="00965123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7A9">
        <w:rPr>
          <w:rFonts w:ascii="Times New Roman" w:hAnsi="Times New Roman" w:cs="Times New Roman"/>
          <w:sz w:val="28"/>
          <w:szCs w:val="28"/>
        </w:rPr>
        <w:t>5.10. По результатам рассмотрения жалобы орган, предоставляющий муниципальную услугу, принимает одно из следующих решений:</w:t>
      </w:r>
    </w:p>
    <w:p w:rsidR="00B23D3F" w:rsidRPr="003267A9" w:rsidRDefault="00B23D3F" w:rsidP="00965123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7A9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опечаток и ошибок в выданных в результате предоставления муниципальной услуги документах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3D3F" w:rsidRPr="003267A9" w:rsidRDefault="00B23D3F" w:rsidP="00965123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7A9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B23D3F" w:rsidRPr="003267A9" w:rsidRDefault="00B23D3F" w:rsidP="00965123">
      <w:pPr>
        <w:pStyle w:val="ConsPlusNormal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</w:t>
      </w:r>
      <w:r w:rsidRPr="003267A9">
        <w:rPr>
          <w:rFonts w:ascii="Times New Roman" w:hAnsi="Times New Roman" w:cs="Times New Roman"/>
          <w:sz w:val="28"/>
          <w:szCs w:val="28"/>
        </w:rPr>
        <w:t xml:space="preserve">. Не позднее дня, следующего за днем принятия решения, указанного </w:t>
      </w:r>
      <w:r w:rsidRPr="00510A84">
        <w:rPr>
          <w:rFonts w:ascii="Times New Roman" w:hAnsi="Times New Roman" w:cs="Times New Roman"/>
          <w:sz w:val="28"/>
          <w:szCs w:val="28"/>
        </w:rPr>
        <w:t xml:space="preserve">в </w:t>
      </w:r>
      <w:hyperlink r:id="rId6" w:history="1">
        <w:r w:rsidRPr="00510A84">
          <w:rPr>
            <w:rFonts w:ascii="Times New Roman" w:hAnsi="Times New Roman" w:cs="Times New Roman"/>
            <w:sz w:val="28"/>
            <w:szCs w:val="28"/>
          </w:rPr>
          <w:t>п.</w:t>
        </w:r>
      </w:hyperlink>
      <w:r w:rsidRPr="00510A84">
        <w:rPr>
          <w:rFonts w:ascii="Times New Roman" w:hAnsi="Times New Roman" w:cs="Times New Roman"/>
          <w:sz w:val="28"/>
          <w:szCs w:val="28"/>
        </w:rPr>
        <w:t xml:space="preserve"> 5.10</w:t>
      </w:r>
      <w:r w:rsidRPr="003267A9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23D3F" w:rsidRDefault="00B23D3F" w:rsidP="0096512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5.12</w:t>
      </w:r>
      <w:r w:rsidRPr="003267A9">
        <w:rPr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</w:p>
    <w:p w:rsidR="00B23D3F" w:rsidRDefault="00B23D3F" w:rsidP="00965123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«Сборнике муниципальных правовых актов города Белокурихи».</w:t>
      </w:r>
    </w:p>
    <w:p w:rsidR="00B23D3F" w:rsidRDefault="00B23D3F" w:rsidP="007F42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C67AE">
        <w:rPr>
          <w:sz w:val="28"/>
          <w:szCs w:val="28"/>
        </w:rPr>
        <w:t xml:space="preserve">Контроль исполнения настоящего постановления </w:t>
      </w:r>
      <w:r>
        <w:rPr>
          <w:sz w:val="28"/>
          <w:szCs w:val="28"/>
        </w:rPr>
        <w:t>возложить на исполняющего обязанности начальника отдела архитектуры и градостроительства администрации города Т.А. Сафронову.</w:t>
      </w:r>
    </w:p>
    <w:p w:rsidR="00B23D3F" w:rsidRDefault="00B23D3F" w:rsidP="00965123">
      <w:pPr>
        <w:ind w:firstLine="709"/>
        <w:jc w:val="both"/>
        <w:rPr>
          <w:sz w:val="28"/>
          <w:szCs w:val="28"/>
        </w:rPr>
      </w:pPr>
    </w:p>
    <w:p w:rsidR="00B23D3F" w:rsidRDefault="00B23D3F" w:rsidP="00965123">
      <w:pPr>
        <w:ind w:left="360" w:hanging="360"/>
        <w:jc w:val="both"/>
        <w:rPr>
          <w:sz w:val="28"/>
          <w:szCs w:val="28"/>
        </w:rPr>
      </w:pPr>
    </w:p>
    <w:p w:rsidR="00B23D3F" w:rsidRPr="00C46811" w:rsidRDefault="00B23D3F" w:rsidP="00965123">
      <w:pPr>
        <w:shd w:val="clear" w:color="auto" w:fill="FFFFFF"/>
        <w:jc w:val="both"/>
      </w:pPr>
      <w:r>
        <w:rPr>
          <w:sz w:val="28"/>
          <w:szCs w:val="28"/>
        </w:rPr>
        <w:t>Глава администрации города                                                                  К.И. Базаров</w:t>
      </w:r>
    </w:p>
    <w:p w:rsidR="00B23D3F" w:rsidRDefault="00B23D3F"/>
    <w:sectPr w:rsidR="00B23D3F" w:rsidSect="002A7C3B">
      <w:headerReference w:type="default" r:id="rId7"/>
      <w:pgSz w:w="11907" w:h="16840" w:code="9"/>
      <w:pgMar w:top="1134" w:right="567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D3F" w:rsidRDefault="00B23D3F" w:rsidP="000F6DEF">
      <w:r>
        <w:separator/>
      </w:r>
    </w:p>
  </w:endnote>
  <w:endnote w:type="continuationSeparator" w:id="1">
    <w:p w:rsidR="00B23D3F" w:rsidRDefault="00B23D3F" w:rsidP="000F6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D3F" w:rsidRDefault="00B23D3F" w:rsidP="000F6DEF">
      <w:r>
        <w:separator/>
      </w:r>
    </w:p>
  </w:footnote>
  <w:footnote w:type="continuationSeparator" w:id="1">
    <w:p w:rsidR="00B23D3F" w:rsidRDefault="00B23D3F" w:rsidP="000F6D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D3F" w:rsidRDefault="00B23D3F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B23D3F" w:rsidRDefault="00B23D3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123"/>
    <w:rsid w:val="00014AFE"/>
    <w:rsid w:val="000A2BD9"/>
    <w:rsid w:val="000E150E"/>
    <w:rsid w:val="000F6DEF"/>
    <w:rsid w:val="001C7A2D"/>
    <w:rsid w:val="001F1089"/>
    <w:rsid w:val="00225000"/>
    <w:rsid w:val="00263ABE"/>
    <w:rsid w:val="002A7C3B"/>
    <w:rsid w:val="003267A9"/>
    <w:rsid w:val="00331460"/>
    <w:rsid w:val="00375A4A"/>
    <w:rsid w:val="003842BD"/>
    <w:rsid w:val="003B4212"/>
    <w:rsid w:val="003C350E"/>
    <w:rsid w:val="003E5047"/>
    <w:rsid w:val="00470D4D"/>
    <w:rsid w:val="00510A84"/>
    <w:rsid w:val="0051462D"/>
    <w:rsid w:val="00537CF1"/>
    <w:rsid w:val="005A2EC1"/>
    <w:rsid w:val="005B4B50"/>
    <w:rsid w:val="005D68B6"/>
    <w:rsid w:val="005E0821"/>
    <w:rsid w:val="00673181"/>
    <w:rsid w:val="00732AA5"/>
    <w:rsid w:val="0074488D"/>
    <w:rsid w:val="00750097"/>
    <w:rsid w:val="007A7143"/>
    <w:rsid w:val="007F211E"/>
    <w:rsid w:val="007F4228"/>
    <w:rsid w:val="00817796"/>
    <w:rsid w:val="008235DD"/>
    <w:rsid w:val="008B21FA"/>
    <w:rsid w:val="008C67AE"/>
    <w:rsid w:val="00965123"/>
    <w:rsid w:val="0097465E"/>
    <w:rsid w:val="009E2AF8"/>
    <w:rsid w:val="00A45570"/>
    <w:rsid w:val="00A72B0B"/>
    <w:rsid w:val="00A876E4"/>
    <w:rsid w:val="00AE710D"/>
    <w:rsid w:val="00B207F9"/>
    <w:rsid w:val="00B23D3F"/>
    <w:rsid w:val="00B47C73"/>
    <w:rsid w:val="00B7637A"/>
    <w:rsid w:val="00BD4465"/>
    <w:rsid w:val="00C46811"/>
    <w:rsid w:val="00C54AD3"/>
    <w:rsid w:val="00C77E39"/>
    <w:rsid w:val="00CC4BA9"/>
    <w:rsid w:val="00CD3A0F"/>
    <w:rsid w:val="00D04BEF"/>
    <w:rsid w:val="00D309EC"/>
    <w:rsid w:val="00D44CA0"/>
    <w:rsid w:val="00D8208A"/>
    <w:rsid w:val="00DA7A00"/>
    <w:rsid w:val="00E12EF1"/>
    <w:rsid w:val="00E32455"/>
    <w:rsid w:val="00E4209A"/>
    <w:rsid w:val="00E62E90"/>
    <w:rsid w:val="00E85247"/>
    <w:rsid w:val="00EF0C19"/>
    <w:rsid w:val="00EF25C3"/>
    <w:rsid w:val="00F0744E"/>
    <w:rsid w:val="00F960B1"/>
    <w:rsid w:val="00FB7A26"/>
    <w:rsid w:val="00FD4A38"/>
    <w:rsid w:val="00FF1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123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512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65123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96512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65123"/>
    <w:rPr>
      <w:rFonts w:ascii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965123"/>
    <w:pPr>
      <w:spacing w:before="100" w:beforeAutospacing="1" w:after="100" w:afterAutospacing="1"/>
    </w:pPr>
    <w:rPr>
      <w:sz w:val="16"/>
      <w:szCs w:val="16"/>
    </w:rPr>
  </w:style>
  <w:style w:type="paragraph" w:customStyle="1" w:styleId="ConsPlusNormal">
    <w:name w:val="ConsPlusNormal"/>
    <w:uiPriority w:val="99"/>
    <w:rsid w:val="0096512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448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488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98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030246327F32C464500854E4890706C30990B94DD8CEE67CEC76906601F8808D9C6C1248k134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1077</Words>
  <Characters>6142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Сафронова</dc:creator>
  <cp:keywords/>
  <dc:description/>
  <cp:lastModifiedBy>Admin</cp:lastModifiedBy>
  <cp:revision>8</cp:revision>
  <cp:lastPrinted>2012-06-21T11:07:00Z</cp:lastPrinted>
  <dcterms:created xsi:type="dcterms:W3CDTF">2012-04-25T12:27:00Z</dcterms:created>
  <dcterms:modified xsi:type="dcterms:W3CDTF">2012-07-02T07:27:00Z</dcterms:modified>
</cp:coreProperties>
</file>