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A28" w:rsidRDefault="00806A28" w:rsidP="0051492A">
      <w:pPr>
        <w:jc w:val="center"/>
        <w:rPr>
          <w:sz w:val="28"/>
          <w:szCs w:val="28"/>
        </w:rPr>
      </w:pPr>
      <w:r w:rsidRPr="0051492A">
        <w:rPr>
          <w:sz w:val="28"/>
          <w:szCs w:val="28"/>
        </w:rPr>
        <w:t>АДМИНИСТРАЦИЯ ГОРОДА БЕЛОКУРИХА</w:t>
      </w:r>
    </w:p>
    <w:p w:rsidR="00806A28" w:rsidRDefault="00806A28" w:rsidP="0051492A">
      <w:pPr>
        <w:jc w:val="center"/>
        <w:rPr>
          <w:sz w:val="28"/>
          <w:szCs w:val="28"/>
        </w:rPr>
      </w:pPr>
      <w:r w:rsidRPr="0051492A">
        <w:rPr>
          <w:sz w:val="28"/>
          <w:szCs w:val="28"/>
        </w:rPr>
        <w:t xml:space="preserve"> АЛТАЙСКОГО КРАЯ</w:t>
      </w:r>
    </w:p>
    <w:p w:rsidR="00806A28" w:rsidRPr="0051492A" w:rsidRDefault="00806A28" w:rsidP="0051492A">
      <w:pPr>
        <w:jc w:val="center"/>
        <w:rPr>
          <w:sz w:val="28"/>
          <w:szCs w:val="28"/>
        </w:rPr>
      </w:pPr>
    </w:p>
    <w:p w:rsidR="00806A28" w:rsidRDefault="00806A28" w:rsidP="0051492A">
      <w:pPr>
        <w:jc w:val="center"/>
        <w:rPr>
          <w:sz w:val="28"/>
          <w:szCs w:val="28"/>
        </w:rPr>
      </w:pPr>
      <w:r w:rsidRPr="0051492A">
        <w:rPr>
          <w:sz w:val="28"/>
          <w:szCs w:val="28"/>
        </w:rPr>
        <w:t>ПОСТАНОВЛЕНИЕ</w:t>
      </w:r>
    </w:p>
    <w:p w:rsidR="00806A28" w:rsidRPr="0051492A" w:rsidRDefault="00806A28" w:rsidP="0051492A">
      <w:pPr>
        <w:jc w:val="center"/>
        <w:rPr>
          <w:sz w:val="28"/>
          <w:szCs w:val="28"/>
        </w:rPr>
      </w:pPr>
    </w:p>
    <w:p w:rsidR="00806A28" w:rsidRDefault="00806A28" w:rsidP="0051492A">
      <w:pPr>
        <w:rPr>
          <w:sz w:val="28"/>
          <w:szCs w:val="28"/>
        </w:rPr>
      </w:pPr>
      <w:r>
        <w:rPr>
          <w:sz w:val="28"/>
          <w:szCs w:val="28"/>
        </w:rPr>
        <w:t>19.07.</w:t>
      </w:r>
      <w:r w:rsidRPr="0051492A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Pr="0051492A">
        <w:rPr>
          <w:sz w:val="28"/>
          <w:szCs w:val="28"/>
        </w:rPr>
        <w:t xml:space="preserve">12 № </w:t>
      </w:r>
      <w:r>
        <w:rPr>
          <w:sz w:val="28"/>
          <w:szCs w:val="28"/>
        </w:rPr>
        <w:t>1133</w:t>
      </w:r>
      <w:r w:rsidRPr="0051492A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                         </w:t>
      </w:r>
      <w:r w:rsidRPr="0051492A">
        <w:rPr>
          <w:sz w:val="28"/>
          <w:szCs w:val="28"/>
        </w:rPr>
        <w:t xml:space="preserve">      г. Белокуриха</w:t>
      </w:r>
    </w:p>
    <w:p w:rsidR="00806A28" w:rsidRPr="0051492A" w:rsidRDefault="00806A28" w:rsidP="0051492A">
      <w:pPr>
        <w:rPr>
          <w:sz w:val="28"/>
          <w:szCs w:val="28"/>
        </w:rPr>
      </w:pPr>
    </w:p>
    <w:p w:rsidR="00806A28" w:rsidRDefault="00806A28" w:rsidP="0051492A">
      <w:pPr>
        <w:tabs>
          <w:tab w:val="left" w:pos="3828"/>
        </w:tabs>
        <w:spacing w:line="240" w:lineRule="exact"/>
        <w:ind w:right="5688"/>
        <w:jc w:val="both"/>
        <w:rPr>
          <w:sz w:val="28"/>
          <w:szCs w:val="28"/>
        </w:rPr>
      </w:pPr>
      <w:r w:rsidRPr="0051492A">
        <w:rPr>
          <w:sz w:val="28"/>
          <w:szCs w:val="28"/>
        </w:rPr>
        <w:t>Об установлении особого противопожарного режима на территории города</w:t>
      </w:r>
      <w:r>
        <w:rPr>
          <w:sz w:val="28"/>
          <w:szCs w:val="28"/>
        </w:rPr>
        <w:t xml:space="preserve"> Белокуриха</w:t>
      </w:r>
    </w:p>
    <w:p w:rsidR="00806A28" w:rsidRDefault="00806A28" w:rsidP="0051492A">
      <w:pPr>
        <w:ind w:right="5121"/>
        <w:jc w:val="both"/>
        <w:rPr>
          <w:sz w:val="28"/>
          <w:szCs w:val="28"/>
        </w:rPr>
      </w:pPr>
    </w:p>
    <w:p w:rsidR="00806A28" w:rsidRPr="0051492A" w:rsidRDefault="00806A28" w:rsidP="0051492A">
      <w:pPr>
        <w:ind w:firstLine="709"/>
        <w:jc w:val="both"/>
        <w:rPr>
          <w:sz w:val="28"/>
          <w:szCs w:val="28"/>
        </w:rPr>
      </w:pPr>
      <w:r w:rsidRPr="0051492A">
        <w:rPr>
          <w:sz w:val="28"/>
          <w:szCs w:val="28"/>
        </w:rPr>
        <w:t>В соответствии со ст.ст. 11, 51, 83 Лесного кодекса Российской Федерации, постановлением Администрации Алтайского края от 03.04.2012 № 157 «О подготовке Алтайского края к пожароопасному периоду 2012 года», приказом управления лесами Алтайского края от 09.04.2012 № 64 «О начале пожароопасного сезона 2012 года», с указанием Губернатора Алтайского края, в целях предупреждения в пожароопасный период чрезвычайных ситуаций, обусловленных лесными пожарами, руководствуясь ст.ст. 48.1, 58 Устава муниципального образования город Белокуриха Алтайского края,</w:t>
      </w:r>
    </w:p>
    <w:p w:rsidR="00806A28" w:rsidRPr="0051492A" w:rsidRDefault="00806A28" w:rsidP="0051492A">
      <w:pPr>
        <w:ind w:firstLine="709"/>
        <w:jc w:val="both"/>
        <w:rPr>
          <w:sz w:val="28"/>
          <w:szCs w:val="28"/>
        </w:rPr>
      </w:pPr>
      <w:r w:rsidRPr="0051492A">
        <w:rPr>
          <w:sz w:val="28"/>
          <w:szCs w:val="28"/>
        </w:rPr>
        <w:t>ПОСТАНОВЛЯЮ:</w:t>
      </w:r>
    </w:p>
    <w:p w:rsidR="00806A28" w:rsidRPr="0051492A" w:rsidRDefault="00806A28" w:rsidP="005149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1492A">
        <w:rPr>
          <w:sz w:val="28"/>
          <w:szCs w:val="28"/>
        </w:rPr>
        <w:t>Ввести с 19 июля 2012 года по 08 августа 2012 года на территории города Белокуриха особый противопожарный режим.</w:t>
      </w:r>
    </w:p>
    <w:p w:rsidR="00806A28" w:rsidRPr="0051492A" w:rsidRDefault="00806A28" w:rsidP="005149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1492A">
        <w:rPr>
          <w:sz w:val="28"/>
          <w:szCs w:val="28"/>
        </w:rPr>
        <w:t>Рекомендовать КАУ «Алтайлес» (Л.Н. Сергиенко) совместно с МОМВД РФ «Белокурихинский» (B.C. Долгов) обеспечить ограничение посещения гражданами лесов города и въезда в них транспортных средств, а также ограничение проведения гражданами и юридическими лицами работ, которые могут повлечь возникновение лесных пожаров.</w:t>
      </w:r>
    </w:p>
    <w:p w:rsidR="00806A28" w:rsidRPr="0051492A" w:rsidRDefault="00806A28" w:rsidP="005149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1492A">
        <w:rPr>
          <w:sz w:val="28"/>
          <w:szCs w:val="28"/>
        </w:rPr>
        <w:t>. Управлению по делам ГОЧС (С.А. Зубарев) совместно с ТО НД №3 по г. Белокурихе (В.В. Смоляков), отделом ОПОЛО по Белокурихинскому лесничеству (А.Я. Казакеев):</w:t>
      </w:r>
    </w:p>
    <w:p w:rsidR="00806A28" w:rsidRPr="0051492A" w:rsidRDefault="00806A28" w:rsidP="005149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1492A">
        <w:rPr>
          <w:sz w:val="28"/>
          <w:szCs w:val="28"/>
        </w:rPr>
        <w:t>усилить контроль выполнения гражданами и организациями всех форм</w:t>
      </w:r>
      <w:r>
        <w:rPr>
          <w:sz w:val="28"/>
          <w:szCs w:val="28"/>
        </w:rPr>
        <w:t xml:space="preserve"> </w:t>
      </w:r>
      <w:r w:rsidRPr="0051492A">
        <w:rPr>
          <w:sz w:val="28"/>
          <w:szCs w:val="28"/>
        </w:rPr>
        <w:t>собственности Правил пожарной безопасности в лесах, утвержденных постановлением Правительства РФ от 30.06.2007 № 417;</w:t>
      </w:r>
    </w:p>
    <w:p w:rsidR="00806A28" w:rsidRPr="0051492A" w:rsidRDefault="00806A28" w:rsidP="005149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1492A">
        <w:rPr>
          <w:sz w:val="28"/>
          <w:szCs w:val="28"/>
        </w:rPr>
        <w:t>своевременно проводить расследование случаев возникновения лесных</w:t>
      </w:r>
      <w:r>
        <w:rPr>
          <w:sz w:val="28"/>
          <w:szCs w:val="28"/>
        </w:rPr>
        <w:t xml:space="preserve"> </w:t>
      </w:r>
      <w:r w:rsidRPr="0051492A">
        <w:rPr>
          <w:sz w:val="28"/>
          <w:szCs w:val="28"/>
        </w:rPr>
        <w:t>пожаров;</w:t>
      </w:r>
    </w:p>
    <w:p w:rsidR="00806A28" w:rsidRPr="0051492A" w:rsidRDefault="00806A28" w:rsidP="005149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1492A">
        <w:rPr>
          <w:sz w:val="28"/>
          <w:szCs w:val="28"/>
        </w:rPr>
        <w:t>усилить противопожарную пропаганду, освещать в средствах массовой</w:t>
      </w:r>
      <w:r>
        <w:rPr>
          <w:sz w:val="28"/>
          <w:szCs w:val="28"/>
        </w:rPr>
        <w:t xml:space="preserve"> </w:t>
      </w:r>
      <w:r w:rsidRPr="0051492A">
        <w:rPr>
          <w:sz w:val="28"/>
          <w:szCs w:val="28"/>
        </w:rPr>
        <w:t>информации тему охраны лесов от лесных пожаров.</w:t>
      </w:r>
    </w:p>
    <w:p w:rsidR="00806A28" w:rsidRPr="0051492A" w:rsidRDefault="00806A28" w:rsidP="005149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1492A">
        <w:rPr>
          <w:sz w:val="28"/>
          <w:szCs w:val="28"/>
        </w:rPr>
        <w:t>. Рекомендовать руководителям предприятий и организаций</w:t>
      </w:r>
      <w:r>
        <w:rPr>
          <w:sz w:val="28"/>
          <w:szCs w:val="28"/>
        </w:rPr>
        <w:t xml:space="preserve"> всех форм собственности</w:t>
      </w:r>
      <w:r w:rsidRPr="0051492A">
        <w:rPr>
          <w:sz w:val="28"/>
          <w:szCs w:val="28"/>
        </w:rPr>
        <w:t>:</w:t>
      </w:r>
    </w:p>
    <w:p w:rsidR="00806A28" w:rsidRPr="0051492A" w:rsidRDefault="00806A28" w:rsidP="0051492A">
      <w:pPr>
        <w:ind w:firstLine="709"/>
        <w:jc w:val="both"/>
        <w:rPr>
          <w:sz w:val="28"/>
          <w:szCs w:val="28"/>
        </w:rPr>
      </w:pPr>
      <w:r w:rsidRPr="0051492A">
        <w:rPr>
          <w:sz w:val="28"/>
          <w:szCs w:val="28"/>
        </w:rPr>
        <w:t>-</w:t>
      </w:r>
      <w:r w:rsidRPr="0051492A">
        <w:rPr>
          <w:sz w:val="28"/>
          <w:szCs w:val="28"/>
        </w:rPr>
        <w:tab/>
        <w:t>запретить доступ персонала и отдыхающих в леса города;</w:t>
      </w:r>
    </w:p>
    <w:p w:rsidR="00806A28" w:rsidRDefault="00806A28" w:rsidP="0051492A">
      <w:pPr>
        <w:ind w:firstLine="709"/>
        <w:jc w:val="both"/>
        <w:rPr>
          <w:sz w:val="28"/>
          <w:szCs w:val="28"/>
        </w:rPr>
      </w:pPr>
      <w:r w:rsidRPr="0051492A">
        <w:rPr>
          <w:sz w:val="28"/>
          <w:szCs w:val="28"/>
        </w:rPr>
        <w:t>-</w:t>
      </w:r>
      <w:r w:rsidRPr="0051492A">
        <w:rPr>
          <w:sz w:val="28"/>
          <w:szCs w:val="28"/>
        </w:rPr>
        <w:tab/>
        <w:t>перевести в состояние повышенной готовности и проинструктировать</w:t>
      </w:r>
      <w:r>
        <w:rPr>
          <w:sz w:val="28"/>
          <w:szCs w:val="28"/>
        </w:rPr>
        <w:t xml:space="preserve"> </w:t>
      </w:r>
      <w:r w:rsidRPr="0051492A">
        <w:rPr>
          <w:sz w:val="28"/>
          <w:szCs w:val="28"/>
        </w:rPr>
        <w:t>объектовые пожарные формирования, проверить наличие транспорта, средств</w:t>
      </w:r>
      <w:r>
        <w:rPr>
          <w:sz w:val="28"/>
          <w:szCs w:val="28"/>
        </w:rPr>
        <w:t xml:space="preserve"> </w:t>
      </w:r>
      <w:r w:rsidRPr="0051492A">
        <w:rPr>
          <w:sz w:val="28"/>
          <w:szCs w:val="28"/>
        </w:rPr>
        <w:t>пожаротушения, схемы экстренного оповещения и информировать о проведенных мероприятиях управление по делам ГОЧС администрации города.</w:t>
      </w:r>
    </w:p>
    <w:p w:rsidR="00806A28" w:rsidRPr="0051492A" w:rsidRDefault="00806A28" w:rsidP="005149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51492A">
        <w:rPr>
          <w:sz w:val="28"/>
          <w:szCs w:val="28"/>
        </w:rPr>
        <w:t>Опубликовать настоящее постановление в «Сборнике муниципальных</w:t>
      </w:r>
      <w:r>
        <w:rPr>
          <w:sz w:val="28"/>
          <w:szCs w:val="28"/>
        </w:rPr>
        <w:t xml:space="preserve"> </w:t>
      </w:r>
      <w:r w:rsidRPr="0051492A">
        <w:rPr>
          <w:sz w:val="28"/>
          <w:szCs w:val="28"/>
        </w:rPr>
        <w:t>правовых актов города Белокурихи» и разместить на официальном Интернет-сайте администрации города Белокуриха.</w:t>
      </w:r>
    </w:p>
    <w:p w:rsidR="00806A28" w:rsidRPr="0051492A" w:rsidRDefault="00806A28" w:rsidP="005149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51492A">
        <w:rPr>
          <w:sz w:val="28"/>
          <w:szCs w:val="28"/>
        </w:rPr>
        <w:t>Контроль исполнения настоящего постановления возложить на первого</w:t>
      </w:r>
      <w:r>
        <w:rPr>
          <w:sz w:val="28"/>
          <w:szCs w:val="28"/>
        </w:rPr>
        <w:t xml:space="preserve"> </w:t>
      </w:r>
      <w:r w:rsidRPr="0051492A">
        <w:rPr>
          <w:sz w:val="28"/>
          <w:szCs w:val="28"/>
        </w:rPr>
        <w:t>заместителя главы администрации города по общим вопросам А.В. Киунов</w:t>
      </w:r>
      <w:r>
        <w:rPr>
          <w:sz w:val="28"/>
          <w:szCs w:val="28"/>
        </w:rPr>
        <w:t>а</w:t>
      </w:r>
      <w:r w:rsidRPr="0051492A">
        <w:rPr>
          <w:sz w:val="28"/>
          <w:szCs w:val="28"/>
        </w:rPr>
        <w:t>.</w:t>
      </w:r>
    </w:p>
    <w:p w:rsidR="00806A28" w:rsidRPr="0051492A" w:rsidRDefault="00806A28" w:rsidP="0051492A">
      <w:pPr>
        <w:rPr>
          <w:sz w:val="28"/>
          <w:szCs w:val="28"/>
        </w:rPr>
        <w:sectPr w:rsidR="00806A28" w:rsidRPr="0051492A" w:rsidSect="0051492A">
          <w:headerReference w:type="even" r:id="rId7"/>
          <w:headerReference w:type="default" r:id="rId8"/>
          <w:pgSz w:w="11909" w:h="16834"/>
          <w:pgMar w:top="1440" w:right="688" w:bottom="720" w:left="1548" w:header="720" w:footer="720" w:gutter="0"/>
          <w:cols w:space="60"/>
          <w:noEndnote/>
          <w:titlePg/>
        </w:sectPr>
      </w:pPr>
    </w:p>
    <w:p w:rsidR="00806A28" w:rsidRDefault="00806A28" w:rsidP="0051492A">
      <w:pPr>
        <w:rPr>
          <w:sz w:val="28"/>
          <w:szCs w:val="28"/>
        </w:rPr>
      </w:pPr>
    </w:p>
    <w:p w:rsidR="00806A28" w:rsidRPr="0051492A" w:rsidRDefault="00806A28" w:rsidP="0051492A">
      <w:pPr>
        <w:rPr>
          <w:sz w:val="28"/>
          <w:szCs w:val="28"/>
        </w:rPr>
      </w:pPr>
    </w:p>
    <w:p w:rsidR="00806A28" w:rsidRPr="0051492A" w:rsidRDefault="00806A28" w:rsidP="0051492A">
      <w:pPr>
        <w:rPr>
          <w:sz w:val="28"/>
          <w:szCs w:val="28"/>
        </w:rPr>
      </w:pPr>
      <w:r w:rsidRPr="0051492A">
        <w:rPr>
          <w:sz w:val="28"/>
          <w:szCs w:val="28"/>
        </w:rPr>
        <w:t>Глава администрации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1492A">
        <w:rPr>
          <w:sz w:val="28"/>
          <w:szCs w:val="28"/>
        </w:rPr>
        <w:t>К.И. Базаров</w:t>
      </w:r>
    </w:p>
    <w:p w:rsidR="00806A28" w:rsidRPr="0051492A" w:rsidRDefault="00806A28" w:rsidP="0051492A">
      <w:pPr>
        <w:rPr>
          <w:sz w:val="28"/>
          <w:szCs w:val="28"/>
        </w:rPr>
      </w:pPr>
    </w:p>
    <w:sectPr w:rsidR="00806A28" w:rsidRPr="0051492A" w:rsidSect="0051492A">
      <w:type w:val="continuous"/>
      <w:pgSz w:w="11909" w:h="16834"/>
      <w:pgMar w:top="1134" w:right="567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6A28" w:rsidRDefault="00806A28">
      <w:r>
        <w:separator/>
      </w:r>
    </w:p>
  </w:endnote>
  <w:endnote w:type="continuationSeparator" w:id="1">
    <w:p w:rsidR="00806A28" w:rsidRDefault="00806A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6A28" w:rsidRDefault="00806A28">
      <w:r>
        <w:separator/>
      </w:r>
    </w:p>
  </w:footnote>
  <w:footnote w:type="continuationSeparator" w:id="1">
    <w:p w:rsidR="00806A28" w:rsidRDefault="00806A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A28" w:rsidRDefault="00806A28" w:rsidP="00166F0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06A28" w:rsidRDefault="00806A2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A28" w:rsidRDefault="00806A28" w:rsidP="00166F0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06A28" w:rsidRDefault="00806A2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3105D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F0678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8A0A8D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B4AC11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09059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0A0B6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54076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C048F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DF836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F2636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5EFA2A72"/>
    <w:lvl w:ilvl="0">
      <w:numFmt w:val="bullet"/>
      <w:lvlText w:val="*"/>
      <w:lvlJc w:val="left"/>
    </w:lvl>
  </w:abstractNum>
  <w:abstractNum w:abstractNumId="11">
    <w:nsid w:val="3A1E4B70"/>
    <w:multiLevelType w:val="singleLevel"/>
    <w:tmpl w:val="C2F23C3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2">
    <w:nsid w:val="6C891BB8"/>
    <w:multiLevelType w:val="singleLevel"/>
    <w:tmpl w:val="18443E4C"/>
    <w:lvl w:ilvl="0">
      <w:start w:val="4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10"/>
    <w:lvlOverride w:ilvl="0">
      <w:lvl w:ilvl="0">
        <w:numFmt w:val="bullet"/>
        <w:lvlText w:val="-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6C5B"/>
    <w:rsid w:val="00166F07"/>
    <w:rsid w:val="001A4AA1"/>
    <w:rsid w:val="002E6C5B"/>
    <w:rsid w:val="00351758"/>
    <w:rsid w:val="004F0266"/>
    <w:rsid w:val="0051492A"/>
    <w:rsid w:val="006428F7"/>
    <w:rsid w:val="006D400E"/>
    <w:rsid w:val="00806A28"/>
    <w:rsid w:val="008F539B"/>
    <w:rsid w:val="00C95A6F"/>
    <w:rsid w:val="00F16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A6F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1492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51492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2</Pages>
  <Words>384</Words>
  <Characters>2192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Admin</cp:lastModifiedBy>
  <cp:revision>3</cp:revision>
  <dcterms:created xsi:type="dcterms:W3CDTF">2012-07-20T03:42:00Z</dcterms:created>
  <dcterms:modified xsi:type="dcterms:W3CDTF">2012-07-20T04:12:00Z</dcterms:modified>
</cp:coreProperties>
</file>